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9FF" w:rsidRPr="00650FF8" w:rsidRDefault="00FE19FF" w:rsidP="00FE19FF">
      <w:pPr>
        <w:jc w:val="center"/>
        <w:rPr>
          <w:rFonts w:ascii="Calibri" w:hAnsi="Calibri"/>
          <w:i/>
          <w:iCs/>
          <w:sz w:val="20"/>
          <w:szCs w:val="20"/>
        </w:rPr>
      </w:pPr>
      <w:r w:rsidRPr="00650FF8">
        <w:rPr>
          <w:rFonts w:ascii="Calibri" w:hAnsi="Calibri"/>
          <w:i/>
          <w:iCs/>
          <w:sz w:val="20"/>
          <w:szCs w:val="20"/>
        </w:rPr>
        <w:t>Javni razpis za financiranje športnih programo</w:t>
      </w:r>
      <w:r w:rsidR="00DE631E">
        <w:rPr>
          <w:rFonts w:ascii="Calibri" w:hAnsi="Calibri"/>
          <w:i/>
          <w:iCs/>
          <w:sz w:val="20"/>
          <w:szCs w:val="20"/>
        </w:rPr>
        <w:t>v v občini Kidričevo v letu 2018</w:t>
      </w:r>
    </w:p>
    <w:p w:rsidR="00FE19FF" w:rsidRPr="00650FF8" w:rsidRDefault="00FE19FF" w:rsidP="00FE19FF">
      <w:pPr>
        <w:jc w:val="center"/>
        <w:rPr>
          <w:rFonts w:ascii="Calibri" w:hAnsi="Calibri"/>
          <w:i/>
          <w:iCs/>
          <w:sz w:val="20"/>
          <w:szCs w:val="20"/>
        </w:rPr>
      </w:pPr>
      <w:r w:rsidRPr="00650FF8">
        <w:rPr>
          <w:rFonts w:ascii="Calibri" w:hAnsi="Calibri"/>
          <w:i/>
          <w:iCs/>
          <w:sz w:val="20"/>
          <w:szCs w:val="20"/>
        </w:rPr>
        <w:t>(po Pravilniku o postopku in merilih za sofinanciranje LPŠ v občini Kidričevo)</w:t>
      </w:r>
    </w:p>
    <w:p w:rsidR="00FE19FF" w:rsidRPr="00FE19FF" w:rsidRDefault="00FE19FF" w:rsidP="00FE19FF">
      <w:pPr>
        <w:pStyle w:val="Textkrper"/>
        <w:rPr>
          <w:rFonts w:asciiTheme="minorHAnsi" w:hAnsiTheme="minorHAnsi"/>
          <w:sz w:val="20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7"/>
        <w:gridCol w:w="849"/>
        <w:gridCol w:w="709"/>
        <w:gridCol w:w="160"/>
        <w:gridCol w:w="1964"/>
        <w:gridCol w:w="426"/>
        <w:gridCol w:w="848"/>
        <w:gridCol w:w="1353"/>
        <w:gridCol w:w="26"/>
        <w:gridCol w:w="320"/>
        <w:gridCol w:w="990"/>
        <w:gridCol w:w="993"/>
        <w:gridCol w:w="21"/>
      </w:tblGrid>
      <w:tr w:rsidR="00FE19FF" w:rsidRPr="00FE19FF" w:rsidTr="00CE25CE">
        <w:trPr>
          <w:gridAfter w:val="1"/>
          <w:wAfter w:w="21" w:type="dxa"/>
          <w:cantSplit/>
        </w:trPr>
        <w:tc>
          <w:tcPr>
            <w:tcW w:w="68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2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F" w:rsidRPr="00FE19FF" w:rsidRDefault="00E262AD" w:rsidP="00635224">
            <w:pPr>
              <w:pStyle w:val="berschrift3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Obrazec 4</w:t>
            </w:r>
          </w:p>
        </w:tc>
      </w:tr>
      <w:tr w:rsidR="00FE19FF" w:rsidRPr="00FE19FF" w:rsidTr="00CE25CE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46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23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</w:tr>
      <w:tr w:rsidR="00FE19FF" w:rsidRPr="00FE19FF" w:rsidTr="00386563"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FE19FF" w:rsidRPr="004115F6" w:rsidRDefault="00E02CF3" w:rsidP="00BE3B08">
            <w:pPr>
              <w:pStyle w:val="berschrift1"/>
              <w:numPr>
                <w:ilvl w:val="0"/>
                <w:numId w:val="0"/>
              </w:numPr>
              <w:rPr>
                <w:rFonts w:asciiTheme="minorHAnsi" w:hAnsiTheme="minorHAnsi"/>
                <w:b w:val="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  <w:t>Kakovostni šport</w:t>
            </w:r>
          </w:p>
          <w:p w:rsidR="00FE19FF" w:rsidRPr="00FE19FF" w:rsidRDefault="00E262AD" w:rsidP="00635224">
            <w:pPr>
              <w:pStyle w:val="Textkrper"/>
              <w:rPr>
                <w:rFonts w:asciiTheme="minorHAnsi" w:hAnsiTheme="minorHAnsi"/>
                <w:sz w:val="20"/>
              </w:rPr>
            </w:pPr>
            <w:r w:rsidRPr="00E262AD">
              <w:rPr>
                <w:rFonts w:asciiTheme="minorHAnsi" w:hAnsiTheme="minorHAnsi"/>
                <w:sz w:val="20"/>
              </w:rPr>
              <w:t>V skupino kakovostnega športa prištevamo športnike in športne ekipe, ki ne izpolnjujejo pogojev za pridobitev statusa vrhunskega športnika, nastopajo na mednarodnih tekmovanjih, v uradnih tekmovalnih sistemih NPŠZ do naslova državnega prvaka, ki jih potrdi OKS-ZŠZ, in so registrirani skladno s pogoji NPŠZ ter OKS-ZŠZ.</w:t>
            </w:r>
          </w:p>
          <w:p w:rsidR="00FE19FF" w:rsidRPr="00713B15" w:rsidRDefault="00E262AD" w:rsidP="00635224">
            <w:pPr>
              <w:jc w:val="both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F204A6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>Izvajalec izpolni obrazec 4</w:t>
            </w:r>
            <w:r w:rsidR="00FE19FF" w:rsidRPr="00F204A6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 xml:space="preserve"> za vsako posamezno skupino v </w:t>
            </w:r>
            <w:r w:rsidR="00366D42" w:rsidRPr="00F204A6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 xml:space="preserve">vsakem </w:t>
            </w:r>
            <w:r w:rsidR="00713B15" w:rsidRPr="00F204A6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>posameznem programu!</w:t>
            </w:r>
            <w:r w:rsidR="00FE19FF" w:rsidRPr="00713B15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FE19FF" w:rsidRPr="00FE19FF" w:rsidTr="00CE25CE">
        <w:trPr>
          <w:trHeight w:val="251"/>
        </w:trPr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46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23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</w:tr>
      <w:tr w:rsidR="00FE19FF" w:rsidRPr="00FE19FF" w:rsidTr="00CE25CE">
        <w:trPr>
          <w:gridAfter w:val="1"/>
          <w:wAfter w:w="21" w:type="dxa"/>
          <w:cantSplit/>
        </w:trPr>
        <w:tc>
          <w:tcPr>
            <w:tcW w:w="2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  <w:b/>
                <w:i/>
              </w:rPr>
            </w:pPr>
            <w:r w:rsidRPr="00FE19FF">
              <w:rPr>
                <w:rFonts w:asciiTheme="minorHAnsi" w:hAnsiTheme="minorHAnsi"/>
                <w:b/>
                <w:i/>
              </w:rPr>
              <w:t>Izvajalec programa:</w:t>
            </w:r>
          </w:p>
        </w:tc>
        <w:sdt>
          <w:sdtPr>
            <w:rPr>
              <w:rFonts w:asciiTheme="minorHAnsi" w:hAnsiTheme="minorHAnsi"/>
            </w:rPr>
            <w:alias w:val="Naziv izvajalca programa"/>
            <w:tag w:val="Izvajalec"/>
            <w:id w:val="956756585"/>
            <w:lock w:val="sdtLocked"/>
            <w:placeholder>
              <w:docPart w:val="8DF73AC5A284435DA34D838B9387AF44"/>
            </w:placeholder>
            <w:showingPlcHdr/>
            <w15:color w:val="FFFF00"/>
          </w:sdtPr>
          <w:sdtEndPr/>
          <w:sdtContent>
            <w:bookmarkStart w:id="0" w:name="_GoBack" w:displacedByCustomXml="prev"/>
            <w:tc>
              <w:tcPr>
                <w:tcW w:w="7080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</w:tcPr>
              <w:p w:rsidR="00FE19FF" w:rsidRPr="00EF1046" w:rsidRDefault="0031355E" w:rsidP="0031355E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  <w:bookmarkEnd w:id="0" w:displacedByCustomXml="next"/>
          </w:sdtContent>
        </w:sdt>
      </w:tr>
      <w:tr w:rsidR="00FE19FF" w:rsidRPr="00FE19FF" w:rsidTr="00CE25CE">
        <w:trPr>
          <w:gridAfter w:val="1"/>
          <w:wAfter w:w="21" w:type="dxa"/>
          <w:cantSplit/>
        </w:trPr>
        <w:tc>
          <w:tcPr>
            <w:tcW w:w="2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  <w:b/>
                <w:i/>
              </w:rPr>
            </w:pPr>
            <w:r w:rsidRPr="00FE19FF">
              <w:rPr>
                <w:rFonts w:asciiTheme="minorHAnsi" w:hAnsiTheme="minorHAnsi"/>
                <w:b/>
                <w:i/>
              </w:rPr>
              <w:t>Naziv programa:</w:t>
            </w:r>
          </w:p>
        </w:tc>
        <w:sdt>
          <w:sdtPr>
            <w:rPr>
              <w:rFonts w:asciiTheme="minorHAnsi" w:hAnsiTheme="minorHAnsi"/>
            </w:rPr>
            <w:alias w:val="Naziv programa"/>
            <w:tag w:val="Naziv programa"/>
            <w:id w:val="-1163088314"/>
            <w:lock w:val="sdtLocked"/>
            <w:placeholder>
              <w:docPart w:val="20D0C1267F3044EFBD245FD8031B5DFF"/>
            </w:placeholder>
            <w:showingPlcHdr/>
            <w15:color w:val="FFFF00"/>
          </w:sdtPr>
          <w:sdtEndPr/>
          <w:sdtContent>
            <w:tc>
              <w:tcPr>
                <w:tcW w:w="7080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</w:tcPr>
              <w:p w:rsidR="00FE19FF" w:rsidRPr="00EF1046" w:rsidRDefault="00EE59E0" w:rsidP="00EE59E0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E19FF" w:rsidRPr="00FE19FF" w:rsidTr="00CE25CE">
        <w:trPr>
          <w:gridAfter w:val="1"/>
          <w:wAfter w:w="21" w:type="dxa"/>
          <w:cantSplit/>
        </w:trPr>
        <w:tc>
          <w:tcPr>
            <w:tcW w:w="2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  <w:b/>
                <w:i/>
              </w:rPr>
            </w:pPr>
            <w:r w:rsidRPr="00FE19FF">
              <w:rPr>
                <w:rFonts w:asciiTheme="minorHAnsi" w:hAnsiTheme="minorHAnsi"/>
                <w:b/>
                <w:i/>
              </w:rPr>
              <w:t>Naziv skupine:</w:t>
            </w:r>
          </w:p>
        </w:tc>
        <w:sdt>
          <w:sdtPr>
            <w:rPr>
              <w:rFonts w:asciiTheme="minorHAnsi" w:hAnsiTheme="minorHAnsi"/>
            </w:rPr>
            <w:alias w:val="Naziv skupine"/>
            <w:tag w:val="Naziv skupine"/>
            <w:id w:val="-1985157000"/>
            <w:lock w:val="sdtLocked"/>
            <w:placeholder>
              <w:docPart w:val="21DA5291F4044DFA881FB8EA00CB2751"/>
            </w:placeholder>
            <w:showingPlcHdr/>
            <w15:color w:val="FFFF00"/>
          </w:sdtPr>
          <w:sdtEndPr/>
          <w:sdtContent>
            <w:tc>
              <w:tcPr>
                <w:tcW w:w="7080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</w:tcPr>
              <w:p w:rsidR="00FE19FF" w:rsidRPr="00EE59E0" w:rsidRDefault="00EE59E0" w:rsidP="00EE59E0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E19FF" w:rsidRPr="00FE19FF" w:rsidTr="00DF2581">
        <w:trPr>
          <w:gridAfter w:val="1"/>
          <w:wAfter w:w="21" w:type="dxa"/>
          <w:cantSplit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E0" w:rsidRPr="00DF2581" w:rsidRDefault="00DF2581" w:rsidP="00635224"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Športna panoga</w:t>
            </w:r>
            <w:r w:rsidRPr="00FE19FF">
              <w:rPr>
                <w:rFonts w:asciiTheme="minorHAnsi" w:hAnsiTheme="minorHAnsi"/>
                <w:b/>
                <w:i/>
              </w:rPr>
              <w:t>:</w:t>
            </w:r>
          </w:p>
        </w:tc>
        <w:sdt>
          <w:sdtPr>
            <w:rPr>
              <w:rFonts w:asciiTheme="minorHAnsi" w:hAnsiTheme="minorHAnsi"/>
              <w:b/>
            </w:rPr>
            <w:alias w:val="Naziv športne panoge"/>
            <w:tag w:val="Panoga"/>
            <w:id w:val="-1608960164"/>
            <w:lock w:val="sdtLocked"/>
            <w:placeholder>
              <w:docPart w:val="EF41EF8C1E6548248252C677879DA311"/>
            </w:placeholder>
            <w:showingPlcHdr/>
            <w15:color w:val="FFFF00"/>
          </w:sdtPr>
          <w:sdtEndPr/>
          <w:sdtContent>
            <w:tc>
              <w:tcPr>
                <w:tcW w:w="7080" w:type="dxa"/>
                <w:gridSpan w:val="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19FF" w:rsidRPr="00DF2581" w:rsidRDefault="00DF2581" w:rsidP="00DF2581">
                <w:pPr>
                  <w:rPr>
                    <w:rFonts w:asciiTheme="minorHAnsi" w:hAnsiTheme="minorHAnsi"/>
                    <w:b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 w:rsidR="00406662" w:rsidRPr="005A6E18" w:rsidTr="00386563"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6662" w:rsidRPr="005A6E18" w:rsidRDefault="00406662" w:rsidP="004D35E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10198" w:rsidRPr="005A6E18" w:rsidTr="00CE25CE">
        <w:trPr>
          <w:gridAfter w:val="1"/>
          <w:wAfter w:w="21" w:type="dxa"/>
          <w:cantSplit/>
        </w:trPr>
        <w:sdt>
          <w:sdtPr>
            <w:rPr>
              <w:rFonts w:asciiTheme="minorHAnsi" w:hAnsiTheme="minorHAnsi"/>
              <w:sz w:val="20"/>
              <w:szCs w:val="20"/>
            </w:rPr>
            <w:alias w:val="CŠP"/>
            <w:tag w:val="CŠP"/>
            <w:id w:val="-1478377392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110198" w:rsidRPr="005A6E18" w:rsidRDefault="00121297" w:rsidP="00110198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4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0198" w:rsidRPr="00110198" w:rsidRDefault="00110198" w:rsidP="0073264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110198">
              <w:rPr>
                <w:rFonts w:asciiTheme="minorHAnsi" w:hAnsiTheme="minorHAnsi"/>
                <w:b/>
                <w:sz w:val="20"/>
                <w:szCs w:val="20"/>
              </w:rPr>
              <w:t xml:space="preserve">Celoletni </w:t>
            </w:r>
            <w:r w:rsidR="00DF2581">
              <w:rPr>
                <w:rFonts w:asciiTheme="minorHAnsi" w:hAnsiTheme="minorHAnsi"/>
                <w:b/>
                <w:sz w:val="20"/>
                <w:szCs w:val="20"/>
              </w:rPr>
              <w:t>tekmovalni</w:t>
            </w:r>
            <w:r w:rsidRPr="00110198">
              <w:rPr>
                <w:rFonts w:asciiTheme="minorHAnsi" w:hAnsiTheme="minorHAnsi"/>
                <w:b/>
                <w:sz w:val="20"/>
                <w:szCs w:val="20"/>
              </w:rPr>
              <w:t xml:space="preserve"> programi</w:t>
            </w:r>
            <w:r w:rsidR="00CE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3E7A27" w:rsidRPr="003E7A27" w:rsidTr="00386563"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27" w:rsidRPr="003E7A27" w:rsidRDefault="00345C94" w:rsidP="004D35EE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</w:t>
            </w:r>
            <w:r w:rsidR="00CE25CE">
              <w:rPr>
                <w:rFonts w:asciiTheme="minorHAnsi" w:hAnsiTheme="minorHAnsi"/>
                <w:sz w:val="16"/>
                <w:szCs w:val="16"/>
              </w:rPr>
              <w:t>ekmovalni programi vadbe.</w:t>
            </w:r>
          </w:p>
        </w:tc>
      </w:tr>
      <w:tr w:rsidR="00CE25CE" w:rsidRPr="005A6E18" w:rsidTr="00CE25CE"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E25CE" w:rsidRPr="005A6E18" w:rsidRDefault="00E262AD" w:rsidP="00E262A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Tekmovalni </w:t>
            </w:r>
            <w:r w:rsidR="0073264A">
              <w:rPr>
                <w:rFonts w:asciiTheme="minorHAnsi" w:hAnsiTheme="minorHAnsi"/>
                <w:sz w:val="20"/>
                <w:szCs w:val="20"/>
              </w:rPr>
              <w:t>program (</w:t>
            </w:r>
            <w:r>
              <w:rPr>
                <w:rFonts w:asciiTheme="minorHAnsi" w:hAnsiTheme="minorHAnsi"/>
                <w:sz w:val="20"/>
                <w:szCs w:val="20"/>
              </w:rPr>
              <w:t>kakovostna raven IV</w:t>
            </w:r>
            <w:r w:rsidR="00CE25CE" w:rsidRPr="003E7A27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TP-P4"/>
            <w:tag w:val="TP-P4"/>
            <w:id w:val="1546797417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</w:tcPr>
              <w:p w:rsidR="00CE25CE" w:rsidRPr="005A6E18" w:rsidRDefault="00121297" w:rsidP="00CF09CA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5CE" w:rsidRPr="005A6E18" w:rsidRDefault="00CE25CE" w:rsidP="00FC55A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D53FD">
              <w:rPr>
                <w:rFonts w:asciiTheme="minorHAnsi" w:hAnsiTheme="minorHAnsi"/>
                <w:sz w:val="16"/>
                <w:szCs w:val="16"/>
              </w:rPr>
              <w:t>(</w:t>
            </w:r>
            <w:r>
              <w:rPr>
                <w:rFonts w:asciiTheme="minorHAnsi" w:hAnsiTheme="minorHAnsi"/>
                <w:sz w:val="16"/>
                <w:szCs w:val="16"/>
              </w:rPr>
              <w:t>ustrezno označi</w:t>
            </w:r>
            <w:r w:rsidRPr="00CD53FD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CE25CE" w:rsidRPr="005A6E18" w:rsidTr="00CE25CE"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E25CE" w:rsidRDefault="0073264A" w:rsidP="003E7A2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Tekmovalni program (</w:t>
            </w:r>
            <w:r w:rsidR="00E262AD">
              <w:rPr>
                <w:rFonts w:asciiTheme="minorHAnsi" w:hAnsiTheme="minorHAnsi"/>
                <w:sz w:val="20"/>
                <w:szCs w:val="20"/>
              </w:rPr>
              <w:t>kakovostna raven III</w:t>
            </w:r>
            <w:r w:rsidRPr="003E7A27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TP-P3"/>
            <w:tag w:val="TP-P3"/>
            <w:id w:val="-161093809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</w:tcPr>
              <w:p w:rsidR="00CE25CE" w:rsidRPr="005A6E18" w:rsidRDefault="00121297" w:rsidP="0073264A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5CE" w:rsidRPr="005A6E18" w:rsidRDefault="00CE25CE" w:rsidP="0038656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25CE" w:rsidRPr="005A6E18" w:rsidTr="00CE25CE"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E25CE" w:rsidRDefault="0073264A" w:rsidP="003E7A2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Tekmovalni program (</w:t>
            </w:r>
            <w:r w:rsidR="00E262AD">
              <w:rPr>
                <w:rFonts w:asciiTheme="minorHAnsi" w:hAnsiTheme="minorHAnsi"/>
                <w:sz w:val="20"/>
                <w:szCs w:val="20"/>
              </w:rPr>
              <w:t>kakovostna raven II</w:t>
            </w:r>
            <w:r w:rsidRPr="003E7A27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TP-P2"/>
            <w:tag w:val="TP-P2"/>
            <w:id w:val="824863851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</w:tcPr>
              <w:p w:rsidR="00CE25CE" w:rsidRPr="005A6E18" w:rsidRDefault="00121297" w:rsidP="0073264A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5CE" w:rsidRPr="005A6E18" w:rsidRDefault="00CE25CE" w:rsidP="0038656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25CE" w:rsidRPr="005A6E18" w:rsidTr="00CE25CE"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25CE" w:rsidRDefault="0073264A" w:rsidP="003E7A2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Tekmovalni program (</w:t>
            </w:r>
            <w:r w:rsidR="00E262AD">
              <w:rPr>
                <w:rFonts w:asciiTheme="minorHAnsi" w:hAnsiTheme="minorHAnsi"/>
                <w:sz w:val="20"/>
                <w:szCs w:val="20"/>
              </w:rPr>
              <w:t>kakovostna raven I</w:t>
            </w:r>
            <w:r w:rsidRPr="003E7A27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TP-P1"/>
            <w:tag w:val="TP-P1"/>
            <w:id w:val="-1824588127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CE25CE" w:rsidRPr="005A6E18" w:rsidRDefault="00121297" w:rsidP="0073264A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E25CE" w:rsidRPr="005A6E18" w:rsidRDefault="00CE25CE" w:rsidP="0038656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E7A27" w:rsidRPr="005A6E18" w:rsidTr="00CE25CE"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27" w:rsidRPr="005A6E18" w:rsidRDefault="003E7A27" w:rsidP="003E7A2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Velikost skupine (število udeležencev)</w:t>
            </w:r>
          </w:p>
        </w:tc>
        <w:tc>
          <w:tcPr>
            <w:tcW w:w="495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27" w:rsidRPr="005A6E18" w:rsidRDefault="00F10F07" w:rsidP="00386563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Predvideno število udeležencev"/>
                <w:tag w:val="CŠP-ŠT"/>
                <w:id w:val="300511921"/>
                <w:placeholder>
                  <w:docPart w:val="7E5166618E274EBD8F7078A6253F5502"/>
                </w:placeholder>
                <w:showingPlcHdr/>
                <w15:color w:val="FFFF00"/>
              </w:sdtPr>
              <w:sdtEndPr/>
              <w:sdtContent>
                <w:r w:rsidR="0073264A"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  <w:tr w:rsidR="003E7A27" w:rsidRPr="005A6E18" w:rsidTr="00CE25CE"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27" w:rsidRPr="005A6E18" w:rsidRDefault="003E7A27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Število ur vadbe tedensko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Število ur vadbe tedensko"/>
            <w:tag w:val="CŠP-URT"/>
            <w:id w:val="1020896200"/>
            <w:lock w:val="sdtLocked"/>
            <w:placeholder>
              <w:docPart w:val="3C7D1EC33CC948F78AFB85EA32A337BD"/>
            </w:placeholder>
            <w:showingPlcHdr/>
            <w15:color w:val="FFFF00"/>
          </w:sdtPr>
          <w:sdtEndPr/>
          <w:sdtContent>
            <w:tc>
              <w:tcPr>
                <w:tcW w:w="495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E7A27" w:rsidRPr="005A6E18" w:rsidRDefault="00386563" w:rsidP="00386563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 w:rsidR="003E7A27" w:rsidRPr="005A6E18" w:rsidTr="00CE25CE"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27" w:rsidRPr="005A6E18" w:rsidRDefault="003E7A27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Število tednov vadbe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Število tednov vadbe"/>
            <w:tag w:val="CŠP-TED"/>
            <w:id w:val="-998346192"/>
            <w:lock w:val="sdtLocked"/>
            <w:placeholder>
              <w:docPart w:val="E554A54960A94473980EC5E27F4B0073"/>
            </w:placeholder>
            <w:showingPlcHdr/>
            <w15:color w:val="FFFF00"/>
          </w:sdtPr>
          <w:sdtEndPr/>
          <w:sdtContent>
            <w:tc>
              <w:tcPr>
                <w:tcW w:w="495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E7A27" w:rsidRPr="005A6E18" w:rsidRDefault="00386563" w:rsidP="00386563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 w:rsidR="00CD6FFD" w:rsidRPr="005A6E18" w:rsidTr="002C45DD"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6FFD" w:rsidRPr="001D4C61" w:rsidRDefault="001D4C61" w:rsidP="004D35EE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1D4C61">
              <w:rPr>
                <w:rFonts w:asciiTheme="minorHAnsi" w:hAnsiTheme="minorHAnsi"/>
                <w:i/>
                <w:sz w:val="16"/>
                <w:szCs w:val="16"/>
              </w:rPr>
              <w:t>Natančnejši pregled potrebnega števila udeležencev vadbenih skupin in strokovno utemeljenega števila ur vadbe na letni ravni po posameznih športnih pan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ogah</w:t>
            </w:r>
            <w:r w:rsidR="007C2167">
              <w:rPr>
                <w:rFonts w:asciiTheme="minorHAnsi" w:hAnsiTheme="minorHAnsi"/>
                <w:i/>
                <w:sz w:val="16"/>
                <w:szCs w:val="16"/>
              </w:rPr>
              <w:t xml:space="preserve"> in kakovostnih ravneh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je podan v posebni prilogi – »</w:t>
            </w:r>
            <w:r w:rsidRPr="001D4C61">
              <w:rPr>
                <w:rFonts w:asciiTheme="minorHAnsi" w:hAnsiTheme="minorHAnsi"/>
                <w:i/>
                <w:sz w:val="16"/>
                <w:szCs w:val="16"/>
              </w:rPr>
              <w:t>PRAVILNIK-OBČINE-OKS-oblikovanje vadbenih skupin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«</w:t>
            </w:r>
          </w:p>
          <w:p w:rsidR="001D4C61" w:rsidRDefault="001D4C61" w:rsidP="004D35E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C45DD" w:rsidRPr="005A6E18" w:rsidTr="00CE25CE">
        <w:trPr>
          <w:gridAfter w:val="1"/>
          <w:wAfter w:w="21" w:type="dxa"/>
          <w:cantSplit/>
        </w:trPr>
        <w:sdt>
          <w:sdtPr>
            <w:rPr>
              <w:rFonts w:asciiTheme="minorHAnsi" w:hAnsiTheme="minorHAnsi"/>
              <w:sz w:val="20"/>
              <w:szCs w:val="20"/>
            </w:rPr>
            <w:alias w:val="PDSV"/>
            <w:tag w:val="PDSV"/>
            <w:id w:val="1626963179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C45DD" w:rsidRPr="005A6E18" w:rsidRDefault="00F22F38" w:rsidP="00F22F38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DD" w:rsidRPr="00F22F38" w:rsidRDefault="00946E5D" w:rsidP="008718D9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Programi dodatne športne vadbe</w:t>
            </w:r>
            <w:r w:rsidRPr="00946E5D">
              <w:rPr>
                <w:rFonts w:asciiTheme="minorHAnsi" w:hAnsiTheme="minorHAnsi"/>
                <w:b/>
                <w:sz w:val="20"/>
                <w:szCs w:val="20"/>
              </w:rPr>
              <w:t xml:space="preserve"> (te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kmovalni programi športnikov - </w:t>
            </w:r>
            <w:r w:rsidR="008718D9">
              <w:rPr>
                <w:rFonts w:asciiTheme="minorHAnsi" w:hAnsiTheme="minorHAnsi"/>
                <w:b/>
                <w:sz w:val="20"/>
                <w:szCs w:val="20"/>
              </w:rPr>
              <w:t>državni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razred</w:t>
            </w:r>
            <w:r w:rsidRPr="00946E5D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</w:tr>
      <w:tr w:rsidR="002C45DD" w:rsidRPr="00F22F38" w:rsidTr="00946E5D"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DD" w:rsidRPr="00F22F38" w:rsidRDefault="008718D9" w:rsidP="008718D9">
            <w:pPr>
              <w:rPr>
                <w:rFonts w:asciiTheme="minorHAnsi" w:hAnsiTheme="minorHAnsi"/>
                <w:sz w:val="16"/>
                <w:szCs w:val="16"/>
              </w:rPr>
            </w:pPr>
            <w:r w:rsidRPr="008718D9">
              <w:rPr>
                <w:rFonts w:asciiTheme="minorHAnsi" w:hAnsiTheme="minorHAnsi"/>
                <w:sz w:val="16"/>
                <w:szCs w:val="16"/>
              </w:rPr>
              <w:t>Športniki v kakovostnem športu lahko s kvalitetnim delom in rezultati v skladu s Po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goji, pravili in kriteriji za </w:t>
            </w:r>
            <w:r w:rsidRPr="008718D9">
              <w:rPr>
                <w:rFonts w:asciiTheme="minorHAnsi" w:hAnsiTheme="minorHAnsi"/>
                <w:sz w:val="16"/>
                <w:szCs w:val="16"/>
              </w:rPr>
              <w:t>registriranje in kategoriziranje športnikov dosežejo status športnika državneg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 razreda (DR). S tem pridobijo </w:t>
            </w:r>
            <w:r w:rsidRPr="008718D9">
              <w:rPr>
                <w:rFonts w:asciiTheme="minorHAnsi" w:hAnsiTheme="minorHAnsi"/>
                <w:sz w:val="16"/>
                <w:szCs w:val="16"/>
              </w:rPr>
              <w:t>BONUS točke za programe dodatne športne vadbe, ki pa se vrednotijo le po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d pogojem, da je kategorizacija </w:t>
            </w:r>
            <w:r w:rsidRPr="008718D9">
              <w:rPr>
                <w:rFonts w:asciiTheme="minorHAnsi" w:hAnsiTheme="minorHAnsi"/>
                <w:sz w:val="16"/>
                <w:szCs w:val="16"/>
              </w:rPr>
              <w:t>navedena v zadnji objavi OKS-ZŠZ pred objavo JR in je športnik naveden kot član društva s sedežem v občini.</w:t>
            </w:r>
          </w:p>
        </w:tc>
      </w:tr>
      <w:tr w:rsidR="00F22F38" w:rsidRPr="005A6E18" w:rsidTr="00946E5D"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38" w:rsidRPr="005A6E18" w:rsidRDefault="00F22F38" w:rsidP="00143A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Velikost skupine (število udeležencev)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o število udeležencev"/>
            <w:tag w:val="PDSV-ŠT"/>
            <w:id w:val="-323280122"/>
            <w:lock w:val="sdtLocked"/>
            <w:placeholder>
              <w:docPart w:val="64581DD84E0041B49CE5EA909514CC84"/>
            </w:placeholder>
            <w:showingPlcHdr/>
            <w15:color w:val="FFFF00"/>
          </w:sdtPr>
          <w:sdtEndPr/>
          <w:sdtContent>
            <w:tc>
              <w:tcPr>
                <w:tcW w:w="495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22F38" w:rsidRPr="005A6E18" w:rsidRDefault="00F22F38" w:rsidP="00143A02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 w:rsidR="00F22F38" w:rsidRPr="005A6E18" w:rsidTr="00946E5D"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2F38" w:rsidRPr="005A6E18" w:rsidRDefault="00F22F38" w:rsidP="004D35E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6563" w:rsidRPr="00C70081" w:rsidTr="00F22F38"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63" w:rsidRPr="00C70081" w:rsidRDefault="00386563" w:rsidP="00A20D0F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C70081">
              <w:rPr>
                <w:rFonts w:asciiTheme="minorHAnsi" w:hAnsiTheme="minorHAnsi"/>
                <w:i/>
                <w:sz w:val="20"/>
                <w:szCs w:val="20"/>
              </w:rPr>
              <w:t>Podatki o objektih, kje</w:t>
            </w:r>
            <w:r w:rsidR="00C70081" w:rsidRPr="00C70081">
              <w:rPr>
                <w:rFonts w:asciiTheme="minorHAnsi" w:hAnsiTheme="minorHAnsi"/>
                <w:i/>
                <w:sz w:val="20"/>
                <w:szCs w:val="20"/>
              </w:rPr>
              <w:t>r se bo izvajal program skupine</w:t>
            </w:r>
            <w:r w:rsidR="00A20D0F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8F4692" w:rsidRPr="00C7280B" w:rsidTr="00CE25CE">
        <w:trPr>
          <w:gridAfter w:val="1"/>
          <w:wAfter w:w="21" w:type="dxa"/>
          <w:cantSplit/>
        </w:trPr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4692" w:rsidRDefault="008F4692" w:rsidP="008F469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tc>
          <w:tcPr>
            <w:tcW w:w="4107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4692" w:rsidRDefault="00F10F07" w:rsidP="00C70081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ekt 1"/>
                <w:tag w:val="OBJ1-NAZ"/>
                <w:id w:val="1175390558"/>
                <w:placeholder>
                  <w:docPart w:val="61F18A0A31964443A3174BD9E24249CD"/>
                </w:placeholder>
                <w:showingPlcHdr/>
                <w15:color w:val="FFFF00"/>
              </w:sdtPr>
              <w:sdtEndPr/>
              <w:sdtContent>
                <w:r w:rsidR="008F4692"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8F4692" w:rsidRDefault="008F4692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 w:rsidRPr="00C70081"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8F4692" w:rsidRDefault="008F4692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1-TIPZ"/>
                <w:tag w:val="OBJ1-TIPZ"/>
                <w:id w:val="110523125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8F4692" w:rsidRDefault="008F4692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1-TIPO"/>
                <w:tag w:val="OBJ1-TIPO"/>
                <w:id w:val="1375727020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8F4692" w:rsidRPr="00C7280B" w:rsidTr="00CE25CE">
        <w:trPr>
          <w:gridAfter w:val="1"/>
          <w:wAfter w:w="21" w:type="dxa"/>
          <w:cantSplit/>
        </w:trPr>
        <w:tc>
          <w:tcPr>
            <w:tcW w:w="141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4692" w:rsidRDefault="008F4692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tc>
          <w:tcPr>
            <w:tcW w:w="4107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4692" w:rsidRDefault="00F10F07" w:rsidP="00143A02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ekt 2"/>
                <w:tag w:val="OBJ2-NAZ"/>
                <w:id w:val="211238679"/>
                <w:placeholder>
                  <w:docPart w:val="62559DAE8E4947A0B4D85D311EBE6656"/>
                </w:placeholder>
                <w:showingPlcHdr/>
                <w15:color w:val="FFFF00"/>
              </w:sdtPr>
              <w:sdtEndPr/>
              <w:sdtContent>
                <w:r w:rsidR="008F4692"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tc>
          <w:tcPr>
            <w:tcW w:w="169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8F4692" w:rsidRDefault="008F4692" w:rsidP="00143A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 w:rsidRPr="00C70081"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F4692" w:rsidRDefault="008F4692" w:rsidP="00143A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2-TIPZ"/>
                <w:tag w:val="OBJ2-TIPZ"/>
                <w:id w:val="-397051473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8F4692" w:rsidRDefault="008F4692" w:rsidP="00143A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2-TIPO"/>
                <w:tag w:val="OBJ2-TIPO"/>
                <w:id w:val="2029749165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20D0F" w:rsidRPr="00C7280B" w:rsidTr="00CE25CE">
        <w:trPr>
          <w:gridAfter w:val="1"/>
          <w:wAfter w:w="21" w:type="dxa"/>
          <w:cantSplit/>
        </w:trPr>
        <w:tc>
          <w:tcPr>
            <w:tcW w:w="1418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A20D0F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Objekt 3"/>
            <w:tag w:val="OBJ3-NAZ"/>
            <w:id w:val="954446793"/>
            <w:placeholder>
              <w:docPart w:val="DD88BFBE606C4E0182F37C6644EFC6F8"/>
            </w:placeholder>
            <w:showingPlcHdr/>
            <w15:color w:val="FFFF00"/>
          </w:sdtPr>
          <w:sdtEndPr/>
          <w:sdtContent>
            <w:tc>
              <w:tcPr>
                <w:tcW w:w="4107" w:type="dxa"/>
                <w:gridSpan w:val="5"/>
                <w:tcBorders>
                  <w:top w:val="dotted" w:sz="4" w:space="0" w:color="auto"/>
                  <w:bottom w:val="dotted" w:sz="4" w:space="0" w:color="auto"/>
                </w:tcBorders>
              </w:tcPr>
              <w:p w:rsidR="00A20D0F" w:rsidRPr="00C7280B" w:rsidRDefault="00F204A6" w:rsidP="00F204A6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  <w:tc>
          <w:tcPr>
            <w:tcW w:w="1699" w:type="dxa"/>
            <w:gridSpan w:val="3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 w:rsidRPr="00C70081"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3-TIPZ"/>
                <w:tag w:val="OBJ3-TIPZ"/>
                <w:id w:val="-2073803509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3-TIPO"/>
                <w:tag w:val="OBJ3-TIPO"/>
                <w:id w:val="169465506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20D0F" w:rsidRPr="00C7280B" w:rsidTr="00CE25CE">
        <w:trPr>
          <w:gridAfter w:val="1"/>
          <w:wAfter w:w="21" w:type="dxa"/>
          <w:cantSplit/>
        </w:trPr>
        <w:tc>
          <w:tcPr>
            <w:tcW w:w="1418" w:type="dxa"/>
            <w:gridSpan w:val="3"/>
            <w:tcBorders>
              <w:top w:val="dotted" w:sz="4" w:space="0" w:color="auto"/>
            </w:tcBorders>
          </w:tcPr>
          <w:p w:rsidR="00A20D0F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Objekt 4"/>
            <w:tag w:val="OBJ4-NAZ"/>
            <w:id w:val="874117729"/>
            <w:placeholder>
              <w:docPart w:val="FFF4A4AA168A44FC8DB5FEDA0B1B198F"/>
            </w:placeholder>
            <w:showingPlcHdr/>
            <w15:color w:val="FFFF00"/>
          </w:sdtPr>
          <w:sdtEndPr/>
          <w:sdtContent>
            <w:tc>
              <w:tcPr>
                <w:tcW w:w="4107" w:type="dxa"/>
                <w:gridSpan w:val="5"/>
                <w:tcBorders>
                  <w:top w:val="dotted" w:sz="4" w:space="0" w:color="auto"/>
                </w:tcBorders>
              </w:tcPr>
              <w:p w:rsidR="00A20D0F" w:rsidRPr="00C7280B" w:rsidRDefault="00F204A6" w:rsidP="00F204A6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  <w:tc>
          <w:tcPr>
            <w:tcW w:w="1699" w:type="dxa"/>
            <w:gridSpan w:val="3"/>
            <w:tcBorders>
              <w:top w:val="dotted" w:sz="4" w:space="0" w:color="auto"/>
              <w:right w:val="nil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 w:rsidRPr="00C70081"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dotted" w:sz="4" w:space="0" w:color="auto"/>
              <w:left w:val="nil"/>
              <w:right w:val="nil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Z"/>
                <w:tag w:val="OBJ4-TIPZ"/>
                <w:id w:val="-105740032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dotted" w:sz="4" w:space="0" w:color="auto"/>
              <w:left w:val="nil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O"/>
                <w:tag w:val="OBJ4-TIPO"/>
                <w:id w:val="-109994263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20D0F" w:rsidRPr="00C7280B" w:rsidTr="00637572">
        <w:trPr>
          <w:gridAfter w:val="1"/>
          <w:wAfter w:w="21" w:type="dxa"/>
          <w:cantSplit/>
        </w:trPr>
        <w:tc>
          <w:tcPr>
            <w:tcW w:w="5525" w:type="dxa"/>
            <w:gridSpan w:val="8"/>
            <w:tcBorders>
              <w:top w:val="nil"/>
              <w:bottom w:val="single" w:sz="4" w:space="0" w:color="auto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 w:rsidRPr="00C7280B">
              <w:rPr>
                <w:rFonts w:asciiTheme="minorHAnsi" w:hAnsiTheme="minorHAnsi"/>
                <w:sz w:val="20"/>
                <w:szCs w:val="20"/>
              </w:rPr>
              <w:t>Predvideni stroški za najem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in uporabo športnih objektov</w:t>
            </w:r>
          </w:p>
        </w:tc>
        <w:tc>
          <w:tcPr>
            <w:tcW w:w="3682" w:type="dxa"/>
            <w:gridSpan w:val="5"/>
            <w:tcBorders>
              <w:top w:val="nil"/>
              <w:bottom w:val="single" w:sz="4" w:space="0" w:color="auto"/>
            </w:tcBorders>
          </w:tcPr>
          <w:p w:rsidR="00A20D0F" w:rsidRPr="00C7280B" w:rsidRDefault="00F10F07" w:rsidP="00A20D0F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Predvideni stroški za objekte"/>
                <w:tag w:val="NUŠO"/>
                <w:id w:val="-1688518061"/>
                <w:placeholder>
                  <w:docPart w:val="25BCF722DB5640C29936FFFF088230E6"/>
                </w:placeholder>
                <w:showingPlcHdr/>
                <w15:color w:val="FFFF00"/>
              </w:sdtPr>
              <w:sdtEndPr/>
              <w:sdtContent>
                <w:r w:rsidR="00A20D0F"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  <w:tr w:rsidR="00637572" w:rsidRPr="00C7280B" w:rsidTr="00637572">
        <w:trPr>
          <w:gridAfter w:val="1"/>
          <w:wAfter w:w="21" w:type="dxa"/>
          <w:cantSplit/>
        </w:trPr>
        <w:tc>
          <w:tcPr>
            <w:tcW w:w="5525" w:type="dxa"/>
            <w:gridSpan w:val="8"/>
            <w:tcBorders>
              <w:top w:val="single" w:sz="4" w:space="0" w:color="auto"/>
            </w:tcBorders>
          </w:tcPr>
          <w:p w:rsidR="00637572" w:rsidRPr="00C7280B" w:rsidRDefault="00637572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Predvideni materialni stroški za izvedbe športnih programov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materialni stroški"/>
            <w:tag w:val="MATSTR"/>
            <w:id w:val="791563450"/>
            <w:lock w:val="sdtLocked"/>
            <w:placeholder>
              <w:docPart w:val="E1DAF27F181E4A3BBB17B1E1F8FAF129"/>
            </w:placeholder>
            <w:showingPlcHdr/>
            <w15:color w:val="FFFF00"/>
          </w:sdtPr>
          <w:sdtEndPr/>
          <w:sdtContent>
            <w:tc>
              <w:tcPr>
                <w:tcW w:w="3682" w:type="dxa"/>
                <w:gridSpan w:val="5"/>
                <w:tcBorders>
                  <w:top w:val="single" w:sz="4" w:space="0" w:color="auto"/>
                </w:tcBorders>
              </w:tcPr>
              <w:p w:rsidR="00637572" w:rsidRDefault="00637572" w:rsidP="00637572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</w:tbl>
    <w:p w:rsidR="00345C94" w:rsidRDefault="00345C94" w:rsidP="00FE19FF">
      <w:pPr>
        <w:pStyle w:val="Textkrper"/>
        <w:rPr>
          <w:rFonts w:asciiTheme="minorHAnsi" w:hAnsiTheme="minorHAnsi"/>
          <w:sz w:val="20"/>
        </w:rPr>
      </w:pPr>
    </w:p>
    <w:p w:rsidR="00637572" w:rsidRDefault="00637572" w:rsidP="00FE19FF">
      <w:pPr>
        <w:pStyle w:val="Textkrper"/>
        <w:rPr>
          <w:rFonts w:asciiTheme="minorHAnsi" w:hAnsiTheme="minorHAnsi"/>
          <w:sz w:val="20"/>
        </w:rPr>
      </w:pPr>
    </w:p>
    <w:p w:rsidR="00637572" w:rsidRDefault="00637572" w:rsidP="00FE19FF">
      <w:pPr>
        <w:pStyle w:val="Textkrper"/>
        <w:rPr>
          <w:rFonts w:asciiTheme="minorHAnsi" w:hAnsiTheme="minorHAnsi"/>
          <w:sz w:val="20"/>
        </w:rPr>
      </w:pPr>
    </w:p>
    <w:p w:rsidR="00637572" w:rsidRDefault="00637572" w:rsidP="00FE19FF">
      <w:pPr>
        <w:pStyle w:val="Textkrper"/>
        <w:rPr>
          <w:rFonts w:asciiTheme="minorHAnsi" w:hAnsiTheme="minorHAnsi"/>
          <w:sz w:val="20"/>
        </w:rPr>
      </w:pPr>
    </w:p>
    <w:p w:rsidR="00FE19FF" w:rsidRPr="00FE19FF" w:rsidRDefault="00FE19FF" w:rsidP="00FE19FF">
      <w:pPr>
        <w:pStyle w:val="Textkrper"/>
        <w:rPr>
          <w:rFonts w:asciiTheme="minorHAnsi" w:hAnsiTheme="minorHAnsi"/>
          <w:sz w:val="20"/>
        </w:rPr>
      </w:pP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  <w:t>Žig</w:t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  <w:t>Podpis odgovorne osebe:</w:t>
      </w:r>
    </w:p>
    <w:p w:rsidR="00FE19FF" w:rsidRDefault="00FE19FF" w:rsidP="00FE19FF">
      <w:pPr>
        <w:pStyle w:val="Textkrper"/>
        <w:rPr>
          <w:rFonts w:asciiTheme="minorHAnsi" w:hAnsiTheme="minorHAnsi"/>
          <w:sz w:val="20"/>
        </w:rPr>
      </w:pPr>
    </w:p>
    <w:p w:rsidR="007A799B" w:rsidRPr="00FE19FF" w:rsidRDefault="007A799B" w:rsidP="00FE19FF">
      <w:pPr>
        <w:pStyle w:val="Textkrper"/>
        <w:rPr>
          <w:rFonts w:asciiTheme="minorHAnsi" w:hAnsiTheme="minorHAnsi"/>
          <w:sz w:val="20"/>
        </w:rPr>
      </w:pPr>
    </w:p>
    <w:p w:rsidR="00FE19FF" w:rsidRPr="00FE19FF" w:rsidRDefault="00FE19FF" w:rsidP="00FE19FF">
      <w:pPr>
        <w:pStyle w:val="Textkrper"/>
        <w:rPr>
          <w:rFonts w:asciiTheme="minorHAnsi" w:hAnsiTheme="minorHAnsi"/>
          <w:sz w:val="20"/>
        </w:rPr>
      </w:pP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  <w:t>____________________________</w:t>
      </w:r>
    </w:p>
    <w:p w:rsidR="007A799B" w:rsidRDefault="007A799B" w:rsidP="00FE19FF">
      <w:pPr>
        <w:pStyle w:val="Textkrper"/>
        <w:rPr>
          <w:rFonts w:asciiTheme="minorHAnsi" w:hAnsiTheme="minorHAnsi"/>
          <w:sz w:val="20"/>
          <w:highlight w:val="yellow"/>
        </w:rPr>
      </w:pPr>
    </w:p>
    <w:p w:rsidR="00637572" w:rsidRDefault="00637572" w:rsidP="00FE19FF">
      <w:pPr>
        <w:pStyle w:val="Textkrper"/>
        <w:rPr>
          <w:rFonts w:asciiTheme="minorHAnsi" w:hAnsiTheme="minorHAnsi"/>
          <w:sz w:val="20"/>
        </w:rPr>
      </w:pPr>
    </w:p>
    <w:p w:rsidR="00637572" w:rsidRDefault="00637572" w:rsidP="00FE19FF">
      <w:pPr>
        <w:pStyle w:val="Textkrper"/>
        <w:rPr>
          <w:rFonts w:asciiTheme="minorHAnsi" w:hAnsiTheme="minorHAnsi"/>
          <w:sz w:val="20"/>
        </w:rPr>
      </w:pPr>
    </w:p>
    <w:p w:rsidR="00FE19FF" w:rsidRPr="00EC2E72" w:rsidRDefault="00FE19FF" w:rsidP="00FE19FF">
      <w:pPr>
        <w:pStyle w:val="Textkrper"/>
        <w:rPr>
          <w:rFonts w:asciiTheme="minorHAnsi" w:hAnsiTheme="minorHAnsi"/>
          <w:sz w:val="20"/>
        </w:rPr>
      </w:pPr>
      <w:r w:rsidRPr="00EC2E72">
        <w:rPr>
          <w:rFonts w:asciiTheme="minorHAnsi" w:hAnsiTheme="minorHAnsi"/>
          <w:sz w:val="20"/>
        </w:rPr>
        <w:lastRenderedPageBreak/>
        <w:t>Priloge:</w:t>
      </w:r>
    </w:p>
    <w:p w:rsidR="00FE19FF" w:rsidRPr="00EC2E72" w:rsidRDefault="00FE19FF" w:rsidP="00DC5FF7"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 w:rsidRPr="00EC2E72">
        <w:rPr>
          <w:rFonts w:asciiTheme="minorHAnsi" w:hAnsiTheme="minorHAnsi"/>
          <w:sz w:val="20"/>
        </w:rPr>
        <w:t xml:space="preserve">Opis programa in terminski načrt izvedbe, z utemeljitvijo navedenih </w:t>
      </w:r>
      <w:r w:rsidR="00DC5FF7" w:rsidRPr="00EC2E72">
        <w:rPr>
          <w:rFonts w:asciiTheme="minorHAnsi" w:hAnsiTheme="minorHAnsi"/>
          <w:sz w:val="20"/>
        </w:rPr>
        <w:t>materialnih stroškov</w:t>
      </w:r>
    </w:p>
    <w:p w:rsidR="00FE19FF" w:rsidRPr="00EC2E72" w:rsidRDefault="007A799B" w:rsidP="00DC5FF7"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Pogodbe o najemu športnih objektov</w:t>
      </w:r>
      <w:r w:rsidR="00FE19FF" w:rsidRPr="00EC2E72">
        <w:rPr>
          <w:rFonts w:asciiTheme="minorHAnsi" w:hAnsiTheme="minorHAnsi"/>
          <w:sz w:val="20"/>
        </w:rPr>
        <w:t>, ki dokazuje</w:t>
      </w:r>
      <w:r>
        <w:rPr>
          <w:rFonts w:asciiTheme="minorHAnsi" w:hAnsiTheme="minorHAnsi"/>
          <w:sz w:val="20"/>
        </w:rPr>
        <w:t>jo</w:t>
      </w:r>
      <w:r w:rsidR="00FE19FF" w:rsidRPr="00EC2E72">
        <w:rPr>
          <w:rFonts w:asciiTheme="minorHAnsi" w:hAnsiTheme="minorHAnsi"/>
          <w:sz w:val="20"/>
        </w:rPr>
        <w:t xml:space="preserve"> višino predvidenih stroškov za objekt</w:t>
      </w:r>
      <w:r>
        <w:rPr>
          <w:rFonts w:asciiTheme="minorHAnsi" w:hAnsiTheme="minorHAnsi"/>
          <w:sz w:val="20"/>
        </w:rPr>
        <w:t>e</w:t>
      </w:r>
    </w:p>
    <w:p w:rsidR="00FE19FF" w:rsidRPr="00EC2E72" w:rsidRDefault="00EC2E72" w:rsidP="00EC2E72"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 w:rsidRPr="00EC2E72">
        <w:rPr>
          <w:rFonts w:asciiTheme="minorHAnsi" w:hAnsiTheme="minorHAnsi"/>
          <w:sz w:val="20"/>
        </w:rPr>
        <w:t>Dokazila o registraciji športnikov</w:t>
      </w:r>
    </w:p>
    <w:p w:rsidR="00FE19FF" w:rsidRPr="00EC2E72" w:rsidRDefault="00FE19FF" w:rsidP="00DC5FF7"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 w:rsidRPr="00EC2E72">
        <w:rPr>
          <w:rFonts w:asciiTheme="minorHAnsi" w:hAnsiTheme="minorHAnsi"/>
          <w:sz w:val="20"/>
        </w:rPr>
        <w:t>Terminski plan vadbe (na obrazcu</w:t>
      </w:r>
      <w:r w:rsidR="00EC2E72">
        <w:rPr>
          <w:rFonts w:asciiTheme="minorHAnsi" w:hAnsiTheme="minorHAnsi"/>
          <w:sz w:val="20"/>
        </w:rPr>
        <w:t xml:space="preserve"> 7</w:t>
      </w:r>
      <w:r w:rsidRPr="00EC2E72">
        <w:rPr>
          <w:rFonts w:asciiTheme="minorHAnsi" w:hAnsiTheme="minorHAnsi"/>
          <w:sz w:val="20"/>
        </w:rPr>
        <w:t>)</w:t>
      </w:r>
    </w:p>
    <w:p w:rsidR="00FE19FF" w:rsidRPr="00EC2E72" w:rsidRDefault="00FE19FF" w:rsidP="00DC5FF7"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 w:rsidRPr="00EC2E72">
        <w:rPr>
          <w:rFonts w:asciiTheme="minorHAnsi" w:hAnsiTheme="minorHAnsi"/>
          <w:sz w:val="20"/>
        </w:rPr>
        <w:t>Poimenski seznam udeležencev v skupini</w:t>
      </w:r>
    </w:p>
    <w:p w:rsidR="00FE19FF" w:rsidRPr="00EC2E72" w:rsidRDefault="00EC2E72" w:rsidP="00EC2E72"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I</w:t>
      </w:r>
      <w:r w:rsidRPr="00EC2E72">
        <w:rPr>
          <w:rFonts w:asciiTheme="minorHAnsi" w:hAnsiTheme="minorHAnsi"/>
          <w:sz w:val="20"/>
        </w:rPr>
        <w:t>zjava nacionalne panožne športne zveze, ki</w:t>
      </w:r>
      <w:r>
        <w:rPr>
          <w:rFonts w:asciiTheme="minorHAnsi" w:hAnsiTheme="minorHAnsi"/>
          <w:sz w:val="20"/>
        </w:rPr>
        <w:t xml:space="preserve"> dokazuje resničnost podatkov o</w:t>
      </w:r>
      <w:r w:rsidRPr="00EC2E72">
        <w:rPr>
          <w:rFonts w:asciiTheme="minorHAnsi" w:hAnsiTheme="minorHAnsi"/>
          <w:sz w:val="20"/>
        </w:rPr>
        <w:t xml:space="preserve"> kategorizaciji</w:t>
      </w:r>
    </w:p>
    <w:sectPr w:rsidR="00FE19FF" w:rsidRPr="00EC2E7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F07" w:rsidRDefault="00F10F07" w:rsidP="004D30D0">
      <w:r>
        <w:separator/>
      </w:r>
    </w:p>
  </w:endnote>
  <w:endnote w:type="continuationSeparator" w:id="0">
    <w:p w:rsidR="00F10F07" w:rsidRDefault="00F10F07" w:rsidP="004D3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485" w:rsidRPr="00C70081" w:rsidRDefault="00F07485" w:rsidP="00F07485">
    <w:pPr>
      <w:pStyle w:val="Fuzeile"/>
      <w:jc w:val="right"/>
      <w:rPr>
        <w:rFonts w:asciiTheme="minorHAnsi" w:hAnsiTheme="minorHAnsi"/>
        <w:sz w:val="20"/>
        <w:szCs w:val="20"/>
      </w:rPr>
    </w:pPr>
    <w:r w:rsidRPr="00C70081">
      <w:rPr>
        <w:rFonts w:asciiTheme="minorHAnsi" w:hAnsiTheme="minorHAnsi"/>
        <w:sz w:val="20"/>
        <w:szCs w:val="20"/>
      </w:rPr>
      <w:t xml:space="preserve">stran </w:t>
    </w:r>
    <w:r w:rsidRPr="00C70081">
      <w:rPr>
        <w:rFonts w:asciiTheme="minorHAnsi" w:hAnsiTheme="minorHAnsi"/>
        <w:sz w:val="20"/>
        <w:szCs w:val="20"/>
      </w:rPr>
      <w:fldChar w:fldCharType="begin"/>
    </w:r>
    <w:r w:rsidRPr="00C70081">
      <w:rPr>
        <w:rFonts w:asciiTheme="minorHAnsi" w:hAnsiTheme="minorHAnsi"/>
        <w:sz w:val="20"/>
        <w:szCs w:val="20"/>
      </w:rPr>
      <w:instrText xml:space="preserve"> PAGE   \* MERGEFORMAT </w:instrText>
    </w:r>
    <w:r w:rsidRPr="00C70081">
      <w:rPr>
        <w:rFonts w:asciiTheme="minorHAnsi" w:hAnsiTheme="minorHAnsi"/>
        <w:sz w:val="20"/>
        <w:szCs w:val="20"/>
      </w:rPr>
      <w:fldChar w:fldCharType="separate"/>
    </w:r>
    <w:r w:rsidR="00DE631E">
      <w:rPr>
        <w:rFonts w:asciiTheme="minorHAnsi" w:hAnsiTheme="minorHAnsi"/>
        <w:noProof/>
        <w:sz w:val="20"/>
        <w:szCs w:val="20"/>
      </w:rPr>
      <w:t>2</w:t>
    </w:r>
    <w:r w:rsidRPr="00C70081">
      <w:rPr>
        <w:rFonts w:asciiTheme="minorHAnsi" w:hAnsiTheme="minorHAnsi"/>
        <w:sz w:val="20"/>
        <w:szCs w:val="20"/>
      </w:rPr>
      <w:fldChar w:fldCharType="end"/>
    </w:r>
    <w:r w:rsidRPr="00C70081">
      <w:rPr>
        <w:rFonts w:asciiTheme="minorHAnsi" w:hAnsiTheme="minorHAnsi"/>
        <w:sz w:val="20"/>
        <w:szCs w:val="20"/>
      </w:rPr>
      <w:t>/</w:t>
    </w:r>
    <w:r w:rsidR="00126574" w:rsidRPr="00C70081">
      <w:rPr>
        <w:rFonts w:asciiTheme="minorHAnsi" w:hAnsiTheme="minorHAnsi"/>
        <w:sz w:val="20"/>
        <w:szCs w:val="20"/>
      </w:rPr>
      <w:fldChar w:fldCharType="begin"/>
    </w:r>
    <w:r w:rsidR="00126574" w:rsidRPr="00C70081">
      <w:rPr>
        <w:rFonts w:asciiTheme="minorHAnsi" w:hAnsiTheme="minorHAnsi"/>
        <w:sz w:val="20"/>
        <w:szCs w:val="20"/>
      </w:rPr>
      <w:instrText xml:space="preserve"> NUMPAGES   \* MERGEFORMAT </w:instrText>
    </w:r>
    <w:r w:rsidR="00126574" w:rsidRPr="00C70081">
      <w:rPr>
        <w:rFonts w:asciiTheme="minorHAnsi" w:hAnsiTheme="minorHAnsi"/>
        <w:sz w:val="20"/>
        <w:szCs w:val="20"/>
      </w:rPr>
      <w:fldChar w:fldCharType="separate"/>
    </w:r>
    <w:r w:rsidR="00DE631E">
      <w:rPr>
        <w:rFonts w:asciiTheme="minorHAnsi" w:hAnsiTheme="minorHAnsi"/>
        <w:noProof/>
        <w:sz w:val="20"/>
        <w:szCs w:val="20"/>
      </w:rPr>
      <w:t>2</w:t>
    </w:r>
    <w:r w:rsidR="00126574" w:rsidRPr="00C70081">
      <w:rPr>
        <w:rFonts w:asciiTheme="minorHAnsi" w:hAnsiTheme="minorHAns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F07" w:rsidRDefault="00F10F07" w:rsidP="004D30D0">
      <w:r>
        <w:separator/>
      </w:r>
    </w:p>
  </w:footnote>
  <w:footnote w:type="continuationSeparator" w:id="0">
    <w:p w:rsidR="00F10F07" w:rsidRDefault="00F10F07" w:rsidP="004D3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/>
        <w:color w:val="000000"/>
        <w:sz w:val="22"/>
        <w:szCs w:val="22"/>
      </w:rPr>
      <w:alias w:val="Titel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D30D0" w:rsidRPr="004838DB" w:rsidRDefault="00E262AD" w:rsidP="004D30D0">
        <w:pPr>
          <w:pStyle w:val="Kopfzeile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Cs w:val="20"/>
          </w:rPr>
        </w:pPr>
        <w:r>
          <w:rPr>
            <w:rFonts w:ascii="Calibri" w:hAnsi="Calibri"/>
            <w:color w:val="000000"/>
            <w:sz w:val="22"/>
            <w:szCs w:val="22"/>
          </w:rPr>
          <w:t>Obr4</w:t>
        </w:r>
        <w:r w:rsidR="00DA0D38" w:rsidRPr="00DA0D38">
          <w:rPr>
            <w:rFonts w:ascii="Calibri" w:hAnsi="Calibri"/>
            <w:color w:val="000000"/>
            <w:sz w:val="22"/>
            <w:szCs w:val="22"/>
          </w:rPr>
          <w:t xml:space="preserve"> - kakovostni šport</w:t>
        </w:r>
      </w:p>
    </w:sdtContent>
  </w:sdt>
  <w:p w:rsidR="004D30D0" w:rsidRDefault="004D30D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C523D"/>
    <w:multiLevelType w:val="hybridMultilevel"/>
    <w:tmpl w:val="7AC0ADC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1462"/>
    <w:multiLevelType w:val="hybridMultilevel"/>
    <w:tmpl w:val="0BDE8C48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F5A6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E610CA"/>
    <w:multiLevelType w:val="hybridMultilevel"/>
    <w:tmpl w:val="DEE69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F7C68"/>
    <w:multiLevelType w:val="hybridMultilevel"/>
    <w:tmpl w:val="F264AC68"/>
    <w:lvl w:ilvl="0" w:tplc="4A5E54F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63544B"/>
    <w:multiLevelType w:val="hybridMultilevel"/>
    <w:tmpl w:val="B030B6AC"/>
    <w:lvl w:ilvl="0" w:tplc="C644A2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A5238"/>
    <w:multiLevelType w:val="hybridMultilevel"/>
    <w:tmpl w:val="01764C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006AA"/>
    <w:multiLevelType w:val="hybridMultilevel"/>
    <w:tmpl w:val="C816736E"/>
    <w:lvl w:ilvl="0" w:tplc="0C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F9403AC"/>
    <w:multiLevelType w:val="hybridMultilevel"/>
    <w:tmpl w:val="44665A0C"/>
    <w:lvl w:ilvl="0" w:tplc="2C28698A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D0D6723"/>
    <w:multiLevelType w:val="hybridMultilevel"/>
    <w:tmpl w:val="69FAFE24"/>
    <w:lvl w:ilvl="0" w:tplc="0BFE8E66">
      <w:start w:val="1"/>
      <w:numFmt w:val="lowerLetter"/>
      <w:pStyle w:val="berschrift2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04579"/>
    <w:multiLevelType w:val="hybridMultilevel"/>
    <w:tmpl w:val="12B4ECCC"/>
    <w:lvl w:ilvl="0" w:tplc="55286C9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F10AD0"/>
    <w:multiLevelType w:val="multilevel"/>
    <w:tmpl w:val="1D9074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8D654F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B352010"/>
    <w:multiLevelType w:val="hybridMultilevel"/>
    <w:tmpl w:val="70B0946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9A36F5"/>
    <w:multiLevelType w:val="hybridMultilevel"/>
    <w:tmpl w:val="D97AC790"/>
    <w:lvl w:ilvl="0" w:tplc="CFD4910A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D605D"/>
    <w:multiLevelType w:val="hybridMultilevel"/>
    <w:tmpl w:val="E0FA8A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10"/>
  </w:num>
  <w:num w:numId="9">
    <w:abstractNumId w:val="14"/>
  </w:num>
  <w:num w:numId="10">
    <w:abstractNumId w:val="6"/>
  </w:num>
  <w:num w:numId="11">
    <w:abstractNumId w:val="15"/>
  </w:num>
  <w:num w:numId="12">
    <w:abstractNumId w:val="9"/>
  </w:num>
  <w:num w:numId="13">
    <w:abstractNumId w:val="7"/>
  </w:num>
  <w:num w:numId="14">
    <w:abstractNumId w:val="12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proofState w:spelling="clean"/>
  <w:attachedTemplate r:id="rId1"/>
  <w:documentProtection w:edit="forms" w:enforcement="1" w:cryptProviderType="rsaAES" w:cryptAlgorithmClass="hash" w:cryptAlgorithmType="typeAny" w:cryptAlgorithmSid="14" w:cryptSpinCount="100000" w:hash="J5pfnXDGCnvmK/iG5F/PqlEYBpHRuSKtZskdXP0/KndxnpeNu/baMEnU7VvGh0U//BizMxFF8q2f1w6/atRebQ==" w:salt="5s4QOgXnFBW7RqQOHuCsA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9FF"/>
    <w:rsid w:val="0002370B"/>
    <w:rsid w:val="00033744"/>
    <w:rsid w:val="00062481"/>
    <w:rsid w:val="00093CDB"/>
    <w:rsid w:val="000B4E33"/>
    <w:rsid w:val="000F0474"/>
    <w:rsid w:val="00110198"/>
    <w:rsid w:val="00121297"/>
    <w:rsid w:val="00126574"/>
    <w:rsid w:val="001C79AE"/>
    <w:rsid w:val="001D4C61"/>
    <w:rsid w:val="001D6958"/>
    <w:rsid w:val="001E051C"/>
    <w:rsid w:val="00223D6C"/>
    <w:rsid w:val="0023661C"/>
    <w:rsid w:val="002C45DD"/>
    <w:rsid w:val="002D34B9"/>
    <w:rsid w:val="002E2E81"/>
    <w:rsid w:val="002F0B60"/>
    <w:rsid w:val="0031355E"/>
    <w:rsid w:val="00325474"/>
    <w:rsid w:val="00325B46"/>
    <w:rsid w:val="00345C94"/>
    <w:rsid w:val="00357E53"/>
    <w:rsid w:val="00366D42"/>
    <w:rsid w:val="00370CE3"/>
    <w:rsid w:val="00380AAB"/>
    <w:rsid w:val="00386563"/>
    <w:rsid w:val="003C2E9A"/>
    <w:rsid w:val="003C44F5"/>
    <w:rsid w:val="003C71E7"/>
    <w:rsid w:val="003E7A27"/>
    <w:rsid w:val="00401AFB"/>
    <w:rsid w:val="00406662"/>
    <w:rsid w:val="004115F6"/>
    <w:rsid w:val="004342BD"/>
    <w:rsid w:val="00451BF1"/>
    <w:rsid w:val="00465FBB"/>
    <w:rsid w:val="00477EE2"/>
    <w:rsid w:val="00494488"/>
    <w:rsid w:val="004B2749"/>
    <w:rsid w:val="004D30D0"/>
    <w:rsid w:val="004D35EE"/>
    <w:rsid w:val="004E57BC"/>
    <w:rsid w:val="00512C78"/>
    <w:rsid w:val="00521D88"/>
    <w:rsid w:val="00525F92"/>
    <w:rsid w:val="0058276A"/>
    <w:rsid w:val="005A6167"/>
    <w:rsid w:val="005A6E18"/>
    <w:rsid w:val="005A7B01"/>
    <w:rsid w:val="00600417"/>
    <w:rsid w:val="00637572"/>
    <w:rsid w:val="0065357B"/>
    <w:rsid w:val="00654B29"/>
    <w:rsid w:val="006642B5"/>
    <w:rsid w:val="00673B57"/>
    <w:rsid w:val="00694D5D"/>
    <w:rsid w:val="006B3CB7"/>
    <w:rsid w:val="006E5EAA"/>
    <w:rsid w:val="00713B15"/>
    <w:rsid w:val="0073264A"/>
    <w:rsid w:val="0073693B"/>
    <w:rsid w:val="00792CE9"/>
    <w:rsid w:val="007A799B"/>
    <w:rsid w:val="007C2167"/>
    <w:rsid w:val="007D7488"/>
    <w:rsid w:val="007E591A"/>
    <w:rsid w:val="008718D9"/>
    <w:rsid w:val="008C6C28"/>
    <w:rsid w:val="008F4692"/>
    <w:rsid w:val="009333D8"/>
    <w:rsid w:val="00946E5D"/>
    <w:rsid w:val="00951C35"/>
    <w:rsid w:val="009648C5"/>
    <w:rsid w:val="00987AEB"/>
    <w:rsid w:val="00A20D0F"/>
    <w:rsid w:val="00A64122"/>
    <w:rsid w:val="00AD36D7"/>
    <w:rsid w:val="00AD47D6"/>
    <w:rsid w:val="00B10E3E"/>
    <w:rsid w:val="00B17E4B"/>
    <w:rsid w:val="00B30D3B"/>
    <w:rsid w:val="00BC4F29"/>
    <w:rsid w:val="00BD4E30"/>
    <w:rsid w:val="00BE3B08"/>
    <w:rsid w:val="00BF346E"/>
    <w:rsid w:val="00C12C5C"/>
    <w:rsid w:val="00C132C6"/>
    <w:rsid w:val="00C16BF1"/>
    <w:rsid w:val="00C70081"/>
    <w:rsid w:val="00C7280B"/>
    <w:rsid w:val="00C84407"/>
    <w:rsid w:val="00CD53FD"/>
    <w:rsid w:val="00CD6FFD"/>
    <w:rsid w:val="00CE11DC"/>
    <w:rsid w:val="00CE25CE"/>
    <w:rsid w:val="00CF09CA"/>
    <w:rsid w:val="00D00A4B"/>
    <w:rsid w:val="00D92D18"/>
    <w:rsid w:val="00D97CCB"/>
    <w:rsid w:val="00DA0D38"/>
    <w:rsid w:val="00DA1A16"/>
    <w:rsid w:val="00DC5FF7"/>
    <w:rsid w:val="00DE631E"/>
    <w:rsid w:val="00DF069B"/>
    <w:rsid w:val="00DF2581"/>
    <w:rsid w:val="00E02CF3"/>
    <w:rsid w:val="00E0410F"/>
    <w:rsid w:val="00E262AD"/>
    <w:rsid w:val="00E8330A"/>
    <w:rsid w:val="00EC2E72"/>
    <w:rsid w:val="00EE59E0"/>
    <w:rsid w:val="00EF01B7"/>
    <w:rsid w:val="00EF1046"/>
    <w:rsid w:val="00F07485"/>
    <w:rsid w:val="00F10F07"/>
    <w:rsid w:val="00F14D32"/>
    <w:rsid w:val="00F204A6"/>
    <w:rsid w:val="00F22F38"/>
    <w:rsid w:val="00F3440C"/>
    <w:rsid w:val="00F75B04"/>
    <w:rsid w:val="00FC55A6"/>
    <w:rsid w:val="00FE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6F8A62-D7A9-4B77-9AAD-4CF82F3B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2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rschrift1">
    <w:name w:val="heading 1"/>
    <w:basedOn w:val="Standard"/>
    <w:next w:val="Standard"/>
    <w:link w:val="berschrift1Zchn"/>
    <w:qFormat/>
    <w:rsid w:val="000B4E33"/>
    <w:pPr>
      <w:keepNext/>
      <w:keepLines/>
      <w:numPr>
        <w:numId w:val="9"/>
      </w:numPr>
      <w:spacing w:before="240" w:after="120"/>
      <w:ind w:left="357" w:hanging="357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E57BC"/>
    <w:pPr>
      <w:keepNext/>
      <w:keepLines/>
      <w:numPr>
        <w:numId w:val="12"/>
      </w:numPr>
      <w:spacing w:before="120" w:after="60"/>
      <w:ind w:left="714" w:hanging="357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FE19FF"/>
    <w:pPr>
      <w:keepNext/>
      <w:jc w:val="center"/>
      <w:outlineLvl w:val="2"/>
    </w:pPr>
    <w:rPr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3693B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73693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D30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30D0"/>
  </w:style>
  <w:style w:type="paragraph" w:styleId="Fuzeile">
    <w:name w:val="footer"/>
    <w:basedOn w:val="Standard"/>
    <w:link w:val="FuzeileZchn"/>
    <w:uiPriority w:val="99"/>
    <w:unhideWhenUsed/>
    <w:rsid w:val="004D30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30D0"/>
  </w:style>
  <w:style w:type="character" w:customStyle="1" w:styleId="berschrift1Zchn">
    <w:name w:val="Überschrift 1 Zchn"/>
    <w:basedOn w:val="Absatz-Standardschriftart"/>
    <w:link w:val="berschrift1"/>
    <w:uiPriority w:val="9"/>
    <w:rsid w:val="000B4E33"/>
    <w:rPr>
      <w:rFonts w:eastAsiaTheme="majorEastAsia" w:cstheme="majorBidi"/>
      <w:b/>
      <w:sz w:val="24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3D6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3D6C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E57BC"/>
    <w:rPr>
      <w:rFonts w:eastAsiaTheme="majorEastAsia" w:cstheme="majorBidi"/>
      <w:b/>
      <w:sz w:val="24"/>
      <w:szCs w:val="26"/>
    </w:rPr>
  </w:style>
  <w:style w:type="table" w:styleId="Tabellenraster">
    <w:name w:val="Table Grid"/>
    <w:basedOn w:val="NormaleTabelle"/>
    <w:rsid w:val="003C71E7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rsid w:val="00FE19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xtkrper">
    <w:name w:val="Body Text"/>
    <w:basedOn w:val="Standard"/>
    <w:link w:val="TextkrperZchn"/>
    <w:rsid w:val="00FE19FF"/>
    <w:pPr>
      <w:jc w:val="both"/>
    </w:pPr>
    <w:rPr>
      <w:szCs w:val="20"/>
    </w:rPr>
  </w:style>
  <w:style w:type="character" w:customStyle="1" w:styleId="TextkrperZchn">
    <w:name w:val="Textkörper Zchn"/>
    <w:basedOn w:val="Absatz-Standardschriftart"/>
    <w:link w:val="Textkrper"/>
    <w:rsid w:val="00FE19FF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Platzhaltertext">
    <w:name w:val="Placeholder Text"/>
    <w:basedOn w:val="Absatz-Standardschriftart"/>
    <w:uiPriority w:val="99"/>
    <w:semiHidden/>
    <w:rsid w:val="00EE59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12275\Documents\Bogdan\Sternthal\OzDD\Razpis%20&#353;port%202016\Razpis2016_predlog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DF73AC5A284435DA34D838B9387AF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3DCED5-936B-43B8-A69D-41BEC403D949}"/>
      </w:docPartPr>
      <w:docPartBody>
        <w:p w:rsidR="00F93BF3" w:rsidRDefault="00B84441" w:rsidP="00B84441">
          <w:pPr>
            <w:pStyle w:val="8DF73AC5A284435DA34D838B9387AF4426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20D0C1267F3044EFBD245FD8031B5D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F9E4EB-22E6-4275-813A-4A4DADBAD3E6}"/>
      </w:docPartPr>
      <w:docPartBody>
        <w:p w:rsidR="00F93BF3" w:rsidRDefault="00B84441" w:rsidP="00B84441">
          <w:pPr>
            <w:pStyle w:val="20D0C1267F3044EFBD245FD8031B5DFF26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21DA5291F4044DFA881FB8EA00CB27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E13B3B-D0EF-49AE-BEC2-673864499135}"/>
      </w:docPartPr>
      <w:docPartBody>
        <w:p w:rsidR="00F93BF3" w:rsidRDefault="00B84441" w:rsidP="00B84441">
          <w:pPr>
            <w:pStyle w:val="21DA5291F4044DFA881FB8EA00CB275126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3C7D1EC33CC948F78AFB85EA32A337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0402BB-3B75-4E80-A7FF-FEFDB0FD01DD}"/>
      </w:docPartPr>
      <w:docPartBody>
        <w:p w:rsidR="0027061A" w:rsidRDefault="00B84441" w:rsidP="00B84441">
          <w:pPr>
            <w:pStyle w:val="3C7D1EC33CC948F78AFB85EA32A337BD1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E554A54960A94473980EC5E27F4B00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10F481-9352-4769-BFBF-2D7DD3E410C4}"/>
      </w:docPartPr>
      <w:docPartBody>
        <w:p w:rsidR="0027061A" w:rsidRDefault="00B84441" w:rsidP="00B84441">
          <w:pPr>
            <w:pStyle w:val="E554A54960A94473980EC5E27F4B00731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64581DD84E0041B49CE5EA909514CC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8FB22A-2C34-4625-B519-797EA8688DD7}"/>
      </w:docPartPr>
      <w:docPartBody>
        <w:p w:rsidR="0027061A" w:rsidRDefault="00B84441" w:rsidP="00B84441">
          <w:pPr>
            <w:pStyle w:val="64581DD84E0041B49CE5EA909514CC8412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61F18A0A31964443A3174BD9E24249C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7775A46-30BC-4D12-9A13-0149C3FAD440}"/>
      </w:docPartPr>
      <w:docPartBody>
        <w:p w:rsidR="00022252" w:rsidRDefault="00B84441" w:rsidP="00B84441">
          <w:pPr>
            <w:pStyle w:val="61F18A0A31964443A3174BD9E24249CD11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62559DAE8E4947A0B4D85D311EBE665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E2AC9CE-3DAA-45F6-883D-674B851EB106}"/>
      </w:docPartPr>
      <w:docPartBody>
        <w:p w:rsidR="00022252" w:rsidRDefault="00B84441" w:rsidP="00B84441">
          <w:pPr>
            <w:pStyle w:val="62559DAE8E4947A0B4D85D311EBE665610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25BCF722DB5640C29936FFFF088230E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BF610F5-4353-455D-A5C7-B645BED9BBF4}"/>
      </w:docPartPr>
      <w:docPartBody>
        <w:p w:rsidR="00022252" w:rsidRDefault="00B84441" w:rsidP="00B84441">
          <w:pPr>
            <w:pStyle w:val="25BCF722DB5640C29936FFFF088230E69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EF41EF8C1E6548248252C677879DA31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054C94B-E658-474B-8FC9-B7DAD963D9BD}"/>
      </w:docPartPr>
      <w:docPartBody>
        <w:p w:rsidR="00022252" w:rsidRDefault="00B84441" w:rsidP="00B84441">
          <w:pPr>
            <w:pStyle w:val="EF41EF8C1E6548248252C677879DA3117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7E5166618E274EBD8F7078A6253F550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363DF25-1814-4B91-AC64-DB4F140EA1BC}"/>
      </w:docPartPr>
      <w:docPartBody>
        <w:p w:rsidR="00022252" w:rsidRDefault="00B84441" w:rsidP="00B84441">
          <w:pPr>
            <w:pStyle w:val="7E5166618E274EBD8F7078A6253F55026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DD88BFBE606C4E0182F37C6644EFC6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7D5BAE-B68D-4193-9AA6-9BF9A3BCA7E7}"/>
      </w:docPartPr>
      <w:docPartBody>
        <w:p w:rsidR="00F546C8" w:rsidRDefault="00B84441" w:rsidP="00B84441">
          <w:pPr>
            <w:pStyle w:val="DD88BFBE606C4E0182F37C6644EFC6F82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FFF4A4AA168A44FC8DB5FEDA0B1B19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1E459D-AC50-4461-B613-0CA8C4986D01}"/>
      </w:docPartPr>
      <w:docPartBody>
        <w:p w:rsidR="00F546C8" w:rsidRDefault="00B84441" w:rsidP="00B84441">
          <w:pPr>
            <w:pStyle w:val="FFF4A4AA168A44FC8DB5FEDA0B1B198F2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E1DAF27F181E4A3BBB17B1E1F8FAF1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6A1E34-142F-4178-8AE2-6738A222779D}"/>
      </w:docPartPr>
      <w:docPartBody>
        <w:p w:rsidR="00D86401" w:rsidRDefault="00B84441" w:rsidP="00B84441">
          <w:pPr>
            <w:pStyle w:val="E1DAF27F181E4A3BBB17B1E1F8FAF129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3C9"/>
    <w:rsid w:val="00022252"/>
    <w:rsid w:val="00130560"/>
    <w:rsid w:val="002203C9"/>
    <w:rsid w:val="0027061A"/>
    <w:rsid w:val="005F4792"/>
    <w:rsid w:val="0060174C"/>
    <w:rsid w:val="00653899"/>
    <w:rsid w:val="00770F35"/>
    <w:rsid w:val="007E1953"/>
    <w:rsid w:val="008400D1"/>
    <w:rsid w:val="00870FF2"/>
    <w:rsid w:val="008A32CE"/>
    <w:rsid w:val="00B84441"/>
    <w:rsid w:val="00C15D60"/>
    <w:rsid w:val="00D86401"/>
    <w:rsid w:val="00EB5F0F"/>
    <w:rsid w:val="00F546C8"/>
    <w:rsid w:val="00F9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84441"/>
    <w:rPr>
      <w:color w:val="808080"/>
    </w:rPr>
  </w:style>
  <w:style w:type="paragraph" w:customStyle="1" w:styleId="8DF73AC5A284435DA34D838B9387AF44">
    <w:name w:val="8DF73AC5A284435DA34D838B9387AF44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">
    <w:name w:val="20D0C1267F3044EFBD245FD8031B5DFF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">
    <w:name w:val="21DA5291F4044DFA881FB8EA00CB275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">
    <w:name w:val="8DF73AC5A284435DA34D838B9387AF44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">
    <w:name w:val="20D0C1267F3044EFBD245FD8031B5DFF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">
    <w:name w:val="21DA5291F4044DFA881FB8EA00CB2751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">
    <w:name w:val="8DF73AC5A284435DA34D838B9387AF442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">
    <w:name w:val="20D0C1267F3044EFBD245FD8031B5DFF2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">
    <w:name w:val="21DA5291F4044DFA881FB8EA00CB27512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3">
    <w:name w:val="8DF73AC5A284435DA34D838B9387AF443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3">
    <w:name w:val="20D0C1267F3044EFBD245FD8031B5DFF3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3">
    <w:name w:val="21DA5291F4044DFA881FB8EA00CB27513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4">
    <w:name w:val="8DF73AC5A284435DA34D838B9387AF444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4">
    <w:name w:val="20D0C1267F3044EFBD245FD8031B5DFF4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4">
    <w:name w:val="21DA5291F4044DFA881FB8EA00CB27514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5">
    <w:name w:val="8DF73AC5A284435DA34D838B9387AF445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5">
    <w:name w:val="20D0C1267F3044EFBD245FD8031B5DFF5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5">
    <w:name w:val="21DA5291F4044DFA881FB8EA00CB27515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6">
    <w:name w:val="8DF73AC5A284435DA34D838B9387AF446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6">
    <w:name w:val="20D0C1267F3044EFBD245FD8031B5DFF6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6">
    <w:name w:val="21DA5291F4044DFA881FB8EA00CB27516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7">
    <w:name w:val="8DF73AC5A284435DA34D838B9387AF447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7">
    <w:name w:val="20D0C1267F3044EFBD245FD8031B5DFF7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7">
    <w:name w:val="21DA5291F4044DFA881FB8EA00CB27517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8">
    <w:name w:val="8DF73AC5A284435DA34D838B9387AF448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8">
    <w:name w:val="20D0C1267F3044EFBD245FD8031B5DFF8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8">
    <w:name w:val="21DA5291F4044DFA881FB8EA00CB27518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9">
    <w:name w:val="8DF73AC5A284435DA34D838B9387AF449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9">
    <w:name w:val="20D0C1267F3044EFBD245FD8031B5DFF9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9">
    <w:name w:val="21DA5291F4044DFA881FB8EA00CB27519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">
    <w:name w:val="E61E26291FCE403F9F5DED4279B8FC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0">
    <w:name w:val="8DF73AC5A284435DA34D838B9387AF441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0">
    <w:name w:val="20D0C1267F3044EFBD245FD8031B5DFF1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0">
    <w:name w:val="21DA5291F4044DFA881FB8EA00CB27511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">
    <w:name w:val="E61E26291FCE403F9F5DED4279B8FC12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1">
    <w:name w:val="8DF73AC5A284435DA34D838B9387AF441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1">
    <w:name w:val="20D0C1267F3044EFBD245FD8031B5DFF1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1">
    <w:name w:val="21DA5291F4044DFA881FB8EA00CB27511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2">
    <w:name w:val="E61E26291FCE403F9F5DED4279B8FC12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">
    <w:name w:val="D29DAF57698C4D978BBD760151521A9A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2">
    <w:name w:val="8DF73AC5A284435DA34D838B9387AF44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2">
    <w:name w:val="20D0C1267F3044EFBD245FD8031B5DFF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2">
    <w:name w:val="21DA5291F4044DFA881FB8EA00CB2751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3">
    <w:name w:val="E61E26291FCE403F9F5DED4279B8FC12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1">
    <w:name w:val="D29DAF57698C4D978BBD760151521A9A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3">
    <w:name w:val="8DF73AC5A284435DA34D838B9387AF441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3">
    <w:name w:val="20D0C1267F3044EFBD245FD8031B5DFF1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3">
    <w:name w:val="21DA5291F4044DFA881FB8EA00CB27511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4">
    <w:name w:val="E61E26291FCE403F9F5DED4279B8FC12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2">
    <w:name w:val="D29DAF57698C4D978BBD760151521A9A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">
    <w:name w:val="4866A4284E8C4F5D92A9F6335DEF4C3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">
    <w:name w:val="3C7D1EC33CC948F78AFB85EA32A337BD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">
    <w:name w:val="E554A54960A94473980EC5E27F4B007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4">
    <w:name w:val="8DF73AC5A284435DA34D838B9387AF441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4">
    <w:name w:val="20D0C1267F3044EFBD245FD8031B5DFF1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4">
    <w:name w:val="21DA5291F4044DFA881FB8EA00CB27511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5">
    <w:name w:val="E61E26291FCE403F9F5DED4279B8FC12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3">
    <w:name w:val="D29DAF57698C4D978BBD760151521A9A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1">
    <w:name w:val="4866A4284E8C4F5D92A9F6335DEF4C30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">
    <w:name w:val="3C7D1EC33CC948F78AFB85EA32A337BD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">
    <w:name w:val="E554A54960A94473980EC5E27F4B0073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E30E526C8EB4EE88C1D6ABD52BECF0B">
    <w:name w:val="3E30E526C8EB4EE88C1D6ABD52BECF0B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">
    <w:name w:val="179EB5343BA84E85B02194F6ADD3013B"/>
    <w:rsid w:val="0060174C"/>
  </w:style>
  <w:style w:type="paragraph" w:customStyle="1" w:styleId="64581DD84E0041B49CE5EA909514CC84">
    <w:name w:val="64581DD84E0041B49CE5EA909514CC84"/>
    <w:rsid w:val="0060174C"/>
  </w:style>
  <w:style w:type="paragraph" w:customStyle="1" w:styleId="081EAA5141F04D69B13F139E46970DA5">
    <w:name w:val="081EAA5141F04D69B13F139E46970DA5"/>
    <w:rsid w:val="0060174C"/>
  </w:style>
  <w:style w:type="paragraph" w:customStyle="1" w:styleId="8DF73AC5A284435DA34D838B9387AF4415">
    <w:name w:val="8DF73AC5A284435DA34D838B9387AF441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5">
    <w:name w:val="20D0C1267F3044EFBD245FD8031B5DFF1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5">
    <w:name w:val="21DA5291F4044DFA881FB8EA00CB27511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6">
    <w:name w:val="E61E26291FCE403F9F5DED4279B8FC126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4">
    <w:name w:val="D29DAF57698C4D978BBD760151521A9A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2">
    <w:name w:val="4866A4284E8C4F5D92A9F6335DEF4C30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2">
    <w:name w:val="3C7D1EC33CC948F78AFB85EA32A337BD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2">
    <w:name w:val="E554A54960A94473980EC5E27F4B0073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">
    <w:name w:val="64581DD84E0041B49CE5EA909514CC84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1">
    <w:name w:val="081EAA5141F04D69B13F139E46970DA5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E30E526C8EB4EE88C1D6ABD52BECF0B1">
    <w:name w:val="3E30E526C8EB4EE88C1D6ABD52BECF0B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1">
    <w:name w:val="179EB5343BA84E85B02194F6ADD3013B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CCBF68D27C14753BE260F913D26097A">
    <w:name w:val="9CCBF68D27C14753BE260F913D26097A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">
    <w:name w:val="B95BC021321743BFB79F72B68C0B9CA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">
    <w:name w:val="321D63C7C7844255AD2E685B897A608E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">
    <w:name w:val="FF3B1EC6CFCF4C0F90420476F565E46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6A36D31048407CA34A90025D7339C9">
    <w:name w:val="8D6A36D31048407CA34A90025D7339C9"/>
    <w:rsid w:val="0027061A"/>
    <w:rPr>
      <w:lang w:val="sl-SI" w:eastAsia="sl-SI"/>
    </w:rPr>
  </w:style>
  <w:style w:type="paragraph" w:customStyle="1" w:styleId="529BA35500524291A3538921357DFE0F">
    <w:name w:val="529BA35500524291A3538921357DFE0F"/>
    <w:rsid w:val="0027061A"/>
    <w:rPr>
      <w:lang w:val="sl-SI" w:eastAsia="sl-SI"/>
    </w:rPr>
  </w:style>
  <w:style w:type="paragraph" w:customStyle="1" w:styleId="FC86E25CF1C04D6892FC9C27B86F7D99">
    <w:name w:val="FC86E25CF1C04D6892FC9C27B86F7D99"/>
    <w:rsid w:val="0027061A"/>
    <w:rPr>
      <w:lang w:val="sl-SI" w:eastAsia="sl-SI"/>
    </w:rPr>
  </w:style>
  <w:style w:type="paragraph" w:customStyle="1" w:styleId="61F18A0A31964443A3174BD9E24249CD">
    <w:name w:val="61F18A0A31964443A3174BD9E24249CD"/>
    <w:rsid w:val="0027061A"/>
    <w:rPr>
      <w:lang w:val="sl-SI" w:eastAsia="sl-SI"/>
    </w:rPr>
  </w:style>
  <w:style w:type="paragraph" w:customStyle="1" w:styleId="8DF73AC5A284435DA34D838B9387AF4416">
    <w:name w:val="8DF73AC5A284435DA34D838B9387AF441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6">
    <w:name w:val="20D0C1267F3044EFBD245FD8031B5DFF1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6">
    <w:name w:val="21DA5291F4044DFA881FB8EA00CB27511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7">
    <w:name w:val="E61E26291FCE403F9F5DED4279B8FC12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5">
    <w:name w:val="D29DAF57698C4D978BBD760151521A9A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3">
    <w:name w:val="4866A4284E8C4F5D92A9F6335DEF4C30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3">
    <w:name w:val="3C7D1EC33CC948F78AFB85EA32A337BD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3">
    <w:name w:val="E554A54960A94473980EC5E27F4B0073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2">
    <w:name w:val="64581DD84E0041B49CE5EA909514CC84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2">
    <w:name w:val="081EAA5141F04D69B13F139E46970DA5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">
    <w:name w:val="61F18A0A31964443A3174BD9E24249CD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2">
    <w:name w:val="179EB5343BA84E85B02194F6ADD3013B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CCBF68D27C14753BE260F913D26097A1">
    <w:name w:val="9CCBF68D27C14753BE260F913D26097A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1">
    <w:name w:val="B95BC021321743BFB79F72B68C0B9CA3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1">
    <w:name w:val="321D63C7C7844255AD2E685B897A608E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1">
    <w:name w:val="FF3B1EC6CFCF4C0F90420476F565E464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9DC6DFBF20F44D1B39718C3778EF47A">
    <w:name w:val="19DC6DFBF20F44D1B39718C3778EF47A"/>
    <w:rsid w:val="0027061A"/>
    <w:rPr>
      <w:lang w:val="sl-SI" w:eastAsia="sl-SI"/>
    </w:rPr>
  </w:style>
  <w:style w:type="paragraph" w:customStyle="1" w:styleId="18A6C0B8D0C248B4A07F4F8AF7FA1A65">
    <w:name w:val="18A6C0B8D0C248B4A07F4F8AF7FA1A65"/>
    <w:rsid w:val="0027061A"/>
    <w:rPr>
      <w:lang w:val="sl-SI" w:eastAsia="sl-SI"/>
    </w:rPr>
  </w:style>
  <w:style w:type="paragraph" w:customStyle="1" w:styleId="54D0C9AE93E847B8BC95FA9CAA32E449">
    <w:name w:val="54D0C9AE93E847B8BC95FA9CAA32E449"/>
    <w:rsid w:val="0027061A"/>
    <w:rPr>
      <w:lang w:val="sl-SI" w:eastAsia="sl-SI"/>
    </w:rPr>
  </w:style>
  <w:style w:type="paragraph" w:customStyle="1" w:styleId="62559DAE8E4947A0B4D85D311EBE6656">
    <w:name w:val="62559DAE8E4947A0B4D85D311EBE6656"/>
    <w:rsid w:val="0027061A"/>
    <w:rPr>
      <w:lang w:val="sl-SI" w:eastAsia="sl-SI"/>
    </w:rPr>
  </w:style>
  <w:style w:type="paragraph" w:customStyle="1" w:styleId="F48FBDDF2631441C8974A54501D9F77E">
    <w:name w:val="F48FBDDF2631441C8974A54501D9F77E"/>
    <w:rsid w:val="0027061A"/>
    <w:rPr>
      <w:lang w:val="sl-SI" w:eastAsia="sl-SI"/>
    </w:rPr>
  </w:style>
  <w:style w:type="paragraph" w:customStyle="1" w:styleId="8DF73AC5A284435DA34D838B9387AF4417">
    <w:name w:val="8DF73AC5A284435DA34D838B9387AF441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7">
    <w:name w:val="20D0C1267F3044EFBD245FD8031B5DFF1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7">
    <w:name w:val="21DA5291F4044DFA881FB8EA00CB27511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8">
    <w:name w:val="E61E26291FCE403F9F5DED4279B8FC12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6">
    <w:name w:val="D29DAF57698C4D978BBD760151521A9A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4">
    <w:name w:val="4866A4284E8C4F5D92A9F6335DEF4C30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4">
    <w:name w:val="3C7D1EC33CC948F78AFB85EA32A337BD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4">
    <w:name w:val="E554A54960A94473980EC5E27F4B0073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3">
    <w:name w:val="64581DD84E0041B49CE5EA909514CC84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3">
    <w:name w:val="081EAA5141F04D69B13F139E46970DA5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48FBDDF2631441C8974A54501D9F77E1">
    <w:name w:val="F48FBDDF2631441C8974A54501D9F77E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2">
    <w:name w:val="61F18A0A31964443A3174BD9E24249CD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">
    <w:name w:val="62559DAE8E4947A0B4D85D311EBE6656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2">
    <w:name w:val="B95BC021321743BFB79F72B68C0B9CA3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2">
    <w:name w:val="321D63C7C7844255AD2E685B897A608E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2">
    <w:name w:val="FF3B1EC6CFCF4C0F90420476F565E464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E4CE6B2B2E34BE19616BE0EF8FBF53B">
    <w:name w:val="CE4CE6B2B2E34BE19616BE0EF8FBF53B"/>
    <w:rsid w:val="0027061A"/>
    <w:rPr>
      <w:lang w:val="sl-SI" w:eastAsia="sl-SI"/>
    </w:rPr>
  </w:style>
  <w:style w:type="paragraph" w:customStyle="1" w:styleId="D3E146D43CE049EFA56ACD8AF3905791">
    <w:name w:val="D3E146D43CE049EFA56ACD8AF3905791"/>
    <w:rsid w:val="0027061A"/>
    <w:rPr>
      <w:lang w:val="sl-SI" w:eastAsia="sl-SI"/>
    </w:rPr>
  </w:style>
  <w:style w:type="paragraph" w:customStyle="1" w:styleId="32C458598209427887CC9A2C9767C0CD">
    <w:name w:val="32C458598209427887CC9A2C9767C0CD"/>
    <w:rsid w:val="0027061A"/>
    <w:rPr>
      <w:lang w:val="sl-SI" w:eastAsia="sl-SI"/>
    </w:rPr>
  </w:style>
  <w:style w:type="paragraph" w:customStyle="1" w:styleId="A22AB2B94E80427EA9C26616282FB21B">
    <w:name w:val="A22AB2B94E80427EA9C26616282FB21B"/>
    <w:rsid w:val="0027061A"/>
    <w:rPr>
      <w:lang w:val="sl-SI" w:eastAsia="sl-SI"/>
    </w:rPr>
  </w:style>
  <w:style w:type="paragraph" w:customStyle="1" w:styleId="DDC0BBBF10A2428BB6604FD9A5B78569">
    <w:name w:val="DDC0BBBF10A2428BB6604FD9A5B78569"/>
    <w:rsid w:val="0027061A"/>
    <w:rPr>
      <w:lang w:val="sl-SI" w:eastAsia="sl-SI"/>
    </w:rPr>
  </w:style>
  <w:style w:type="paragraph" w:customStyle="1" w:styleId="6658C06AD0B14B9AA0956BD88A07D730">
    <w:name w:val="6658C06AD0B14B9AA0956BD88A07D730"/>
    <w:rsid w:val="0027061A"/>
    <w:rPr>
      <w:lang w:val="sl-SI" w:eastAsia="sl-SI"/>
    </w:rPr>
  </w:style>
  <w:style w:type="paragraph" w:customStyle="1" w:styleId="7DAA891C293B49BE9EE049CB54B98640">
    <w:name w:val="7DAA891C293B49BE9EE049CB54B98640"/>
    <w:rsid w:val="0027061A"/>
    <w:rPr>
      <w:lang w:val="sl-SI" w:eastAsia="sl-SI"/>
    </w:rPr>
  </w:style>
  <w:style w:type="paragraph" w:customStyle="1" w:styleId="B583D0452C4A4E6290EDF7FACB3B9078">
    <w:name w:val="B583D0452C4A4E6290EDF7FACB3B9078"/>
    <w:rsid w:val="0027061A"/>
    <w:rPr>
      <w:lang w:val="sl-SI" w:eastAsia="sl-SI"/>
    </w:rPr>
  </w:style>
  <w:style w:type="paragraph" w:customStyle="1" w:styleId="B036426D7EDB40EEB90BBA280535B80A">
    <w:name w:val="B036426D7EDB40EEB90BBA280535B80A"/>
    <w:rsid w:val="0027061A"/>
    <w:rPr>
      <w:lang w:val="sl-SI" w:eastAsia="sl-SI"/>
    </w:rPr>
  </w:style>
  <w:style w:type="paragraph" w:customStyle="1" w:styleId="25BCF722DB5640C29936FFFF088230E6">
    <w:name w:val="25BCF722DB5640C29936FFFF088230E6"/>
    <w:rsid w:val="0027061A"/>
    <w:rPr>
      <w:lang w:val="sl-SI" w:eastAsia="sl-SI"/>
    </w:rPr>
  </w:style>
  <w:style w:type="paragraph" w:customStyle="1" w:styleId="8DF73AC5A284435DA34D838B9387AF4418">
    <w:name w:val="8DF73AC5A284435DA34D838B9387AF441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8">
    <w:name w:val="20D0C1267F3044EFBD245FD8031B5DFF1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8">
    <w:name w:val="21DA5291F4044DFA881FB8EA00CB27511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9">
    <w:name w:val="E61E26291FCE403F9F5DED4279B8FC12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7">
    <w:name w:val="D29DAF57698C4D978BBD760151521A9A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5">
    <w:name w:val="4866A4284E8C4F5D92A9F6335DEF4C30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5">
    <w:name w:val="3C7D1EC33CC948F78AFB85EA32A337BD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5">
    <w:name w:val="E554A54960A94473980EC5E27F4B0073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4">
    <w:name w:val="64581DD84E0041B49CE5EA909514CC84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4">
    <w:name w:val="081EAA5141F04D69B13F139E46970DA5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3">
    <w:name w:val="61F18A0A31964443A3174BD9E24249CD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2">
    <w:name w:val="62559DAE8E4947A0B4D85D311EBE6656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1">
    <w:name w:val="25BCF722DB5640C29936FFFF088230E6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1">
    <w:name w:val="A22AB2B94E80427EA9C26616282FB21B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1">
    <w:name w:val="DDC0BBBF10A2428BB6604FD9A5B78569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1">
    <w:name w:val="6658C06AD0B14B9AA0956BD88A07D730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9">
    <w:name w:val="8DF73AC5A284435DA34D838B9387AF441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9">
    <w:name w:val="20D0C1267F3044EFBD245FD8031B5DFF1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9">
    <w:name w:val="21DA5291F4044DFA881FB8EA00CB27511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">
    <w:name w:val="EF41EF8C1E6548248252C677879DA31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0">
    <w:name w:val="E61E26291FCE403F9F5DED4279B8FC121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8">
    <w:name w:val="D29DAF57698C4D978BBD760151521A9A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6">
    <w:name w:val="4866A4284E8C4F5D92A9F6335DEF4C30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6">
    <w:name w:val="3C7D1EC33CC948F78AFB85EA32A337BD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6">
    <w:name w:val="E554A54960A94473980EC5E27F4B0073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5">
    <w:name w:val="64581DD84E0041B49CE5EA909514CC84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5">
    <w:name w:val="081EAA5141F04D69B13F139E46970DA5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4">
    <w:name w:val="61F18A0A31964443A3174BD9E24249CD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3">
    <w:name w:val="62559DAE8E4947A0B4D85D311EBE6656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2">
    <w:name w:val="25BCF722DB5640C29936FFFF088230E6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2">
    <w:name w:val="A22AB2B94E80427EA9C26616282FB21B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2">
    <w:name w:val="DDC0BBBF10A2428BB6604FD9A5B78569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2">
    <w:name w:val="6658C06AD0B14B9AA0956BD88A07D730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9B4361FB8B54396917F6A8FBC5DB893">
    <w:name w:val="39B4361FB8B54396917F6A8FBC5DB893"/>
    <w:rsid w:val="0027061A"/>
    <w:rPr>
      <w:lang w:val="sl-SI" w:eastAsia="sl-SI"/>
    </w:rPr>
  </w:style>
  <w:style w:type="paragraph" w:customStyle="1" w:styleId="4184FDD6297243498D1B73DA85E6A734">
    <w:name w:val="4184FDD6297243498D1B73DA85E6A734"/>
    <w:rsid w:val="0027061A"/>
    <w:rPr>
      <w:lang w:val="sl-SI" w:eastAsia="sl-SI"/>
    </w:rPr>
  </w:style>
  <w:style w:type="paragraph" w:customStyle="1" w:styleId="8DF73AC5A284435DA34D838B9387AF4420">
    <w:name w:val="8DF73AC5A284435DA34D838B9387AF442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0">
    <w:name w:val="20D0C1267F3044EFBD245FD8031B5DFF2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0">
    <w:name w:val="21DA5291F4044DFA881FB8EA00CB27512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1">
    <w:name w:val="EF41EF8C1E6548248252C677879DA311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1">
    <w:name w:val="E61E26291FCE403F9F5DED4279B8FC121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9">
    <w:name w:val="D29DAF57698C4D978BBD760151521A9A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184FDD6297243498D1B73DA85E6A7341">
    <w:name w:val="4184FDD6297243498D1B73DA85E6A734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7">
    <w:name w:val="3C7D1EC33CC948F78AFB85EA32A337BD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7">
    <w:name w:val="E554A54960A94473980EC5E27F4B0073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6">
    <w:name w:val="64581DD84E0041B49CE5EA909514CC84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6">
    <w:name w:val="081EAA5141F04D69B13F139E46970DA5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5">
    <w:name w:val="61F18A0A31964443A3174BD9E24249CD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4">
    <w:name w:val="62559DAE8E4947A0B4D85D311EBE6656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3">
    <w:name w:val="25BCF722DB5640C29936FFFF088230E6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3">
    <w:name w:val="A22AB2B94E80427EA9C26616282FB21B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3">
    <w:name w:val="DDC0BBBF10A2428BB6604FD9A5B78569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3">
    <w:name w:val="6658C06AD0B14B9AA0956BD88A07D730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">
    <w:name w:val="7E5166618E274EBD8F7078A6253F5502"/>
    <w:rsid w:val="0027061A"/>
    <w:rPr>
      <w:lang w:val="sl-SI" w:eastAsia="sl-SI"/>
    </w:rPr>
  </w:style>
  <w:style w:type="paragraph" w:customStyle="1" w:styleId="8DF73AC5A284435DA34D838B9387AF4421">
    <w:name w:val="8DF73AC5A284435DA34D838B9387AF442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1">
    <w:name w:val="20D0C1267F3044EFBD245FD8031B5DFF2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1">
    <w:name w:val="21DA5291F4044DFA881FB8EA00CB27512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2">
    <w:name w:val="EF41EF8C1E6548248252C677879DA311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2">
    <w:name w:val="E61E26291FCE403F9F5DED4279B8FC121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10">
    <w:name w:val="D29DAF57698C4D978BBD760151521A9A1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1">
    <w:name w:val="7E5166618E274EBD8F7078A6253F5502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8">
    <w:name w:val="3C7D1EC33CC948F78AFB85EA32A337BD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8">
    <w:name w:val="E554A54960A94473980EC5E27F4B0073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7">
    <w:name w:val="64581DD84E0041B49CE5EA909514CC84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7">
    <w:name w:val="081EAA5141F04D69B13F139E46970DA5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6">
    <w:name w:val="61F18A0A31964443A3174BD9E24249CD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5">
    <w:name w:val="62559DAE8E4947A0B4D85D311EBE6656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4">
    <w:name w:val="25BCF722DB5640C29936FFFF088230E6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4">
    <w:name w:val="A22AB2B94E80427EA9C26616282FB21B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4">
    <w:name w:val="DDC0BBBF10A2428BB6604FD9A5B78569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4">
    <w:name w:val="6658C06AD0B14B9AA0956BD88A07D730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97AA9B16C14CEBAFA63402A3708B5D">
    <w:name w:val="6697AA9B16C14CEBAFA63402A3708B5D"/>
    <w:rsid w:val="0027061A"/>
    <w:rPr>
      <w:lang w:val="sl-SI" w:eastAsia="sl-SI"/>
    </w:rPr>
  </w:style>
  <w:style w:type="paragraph" w:customStyle="1" w:styleId="7267B2DAEC534F5492CD21DD51493188">
    <w:name w:val="7267B2DAEC534F5492CD21DD51493188"/>
    <w:rsid w:val="0027061A"/>
    <w:rPr>
      <w:lang w:val="sl-SI" w:eastAsia="sl-SI"/>
    </w:rPr>
  </w:style>
  <w:style w:type="paragraph" w:customStyle="1" w:styleId="04D9EDE259C14092993B2197A0B8B3EB">
    <w:name w:val="04D9EDE259C14092993B2197A0B8B3EB"/>
    <w:rsid w:val="0027061A"/>
    <w:rPr>
      <w:lang w:val="sl-SI" w:eastAsia="sl-SI"/>
    </w:rPr>
  </w:style>
  <w:style w:type="paragraph" w:customStyle="1" w:styleId="BE44120CD83742CF9B420D103BCA9A0A">
    <w:name w:val="BE44120CD83742CF9B420D103BCA9A0A"/>
    <w:rsid w:val="0027061A"/>
    <w:rPr>
      <w:lang w:val="sl-SI" w:eastAsia="sl-SI"/>
    </w:rPr>
  </w:style>
  <w:style w:type="paragraph" w:customStyle="1" w:styleId="8DF73AC5A284435DA34D838B9387AF4422">
    <w:name w:val="8DF73AC5A284435DA34D838B9387AF442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2">
    <w:name w:val="20D0C1267F3044EFBD245FD8031B5DFF2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2">
    <w:name w:val="21DA5291F4044DFA881FB8EA00CB27512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3">
    <w:name w:val="EF41EF8C1E6548248252C677879DA311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2">
    <w:name w:val="7E5166618E274EBD8F7078A6253F5502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9">
    <w:name w:val="3C7D1EC33CC948F78AFB85EA32A337BD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9">
    <w:name w:val="E554A54960A94473980EC5E27F4B0073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8">
    <w:name w:val="64581DD84E0041B49CE5EA909514CC84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8">
    <w:name w:val="081EAA5141F04D69B13F139E46970DA5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7">
    <w:name w:val="61F18A0A31964443A3174BD9E24249CD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6">
    <w:name w:val="62559DAE8E4947A0B4D85D311EBE6656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5">
    <w:name w:val="25BCF722DB5640C29936FFFF088230E6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5">
    <w:name w:val="A22AB2B94E80427EA9C26616282FB21B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5">
    <w:name w:val="DDC0BBBF10A2428BB6604FD9A5B78569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5">
    <w:name w:val="6658C06AD0B14B9AA0956BD88A07D730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3">
    <w:name w:val="8DF73AC5A284435DA34D838B9387AF442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3">
    <w:name w:val="20D0C1267F3044EFBD245FD8031B5DFF2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3">
    <w:name w:val="21DA5291F4044DFA881FB8EA00CB27512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4">
    <w:name w:val="EF41EF8C1E6548248252C677879DA311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3">
    <w:name w:val="7E5166618E274EBD8F7078A6253F5502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0">
    <w:name w:val="3C7D1EC33CC948F78AFB85EA32A337BD1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0">
    <w:name w:val="E554A54960A94473980EC5E27F4B00731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9">
    <w:name w:val="64581DD84E0041B49CE5EA909514CC84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8">
    <w:name w:val="61F18A0A31964443A3174BD9E24249CD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7">
    <w:name w:val="62559DAE8E4947A0B4D85D311EBE6656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6">
    <w:name w:val="25BCF722DB5640C29936FFFF088230E6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6">
    <w:name w:val="A22AB2B94E80427EA9C26616282FB21B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6">
    <w:name w:val="DDC0BBBF10A2428BB6604FD9A5B78569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6">
    <w:name w:val="6658C06AD0B14B9AA0956BD88A07D730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4">
    <w:name w:val="8DF73AC5A284435DA34D838B9387AF4424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4">
    <w:name w:val="20D0C1267F3044EFBD245FD8031B5DFF24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4">
    <w:name w:val="21DA5291F4044DFA881FB8EA00CB275124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5">
    <w:name w:val="EF41EF8C1E6548248252C677879DA3115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4">
    <w:name w:val="7E5166618E274EBD8F7078A6253F55024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1">
    <w:name w:val="3C7D1EC33CC948F78AFB85EA32A337BD11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1">
    <w:name w:val="E554A54960A94473980EC5E27F4B007311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0">
    <w:name w:val="64581DD84E0041B49CE5EA909514CC8410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9">
    <w:name w:val="61F18A0A31964443A3174BD9E24249CD9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8">
    <w:name w:val="62559DAE8E4947A0B4D85D311EBE66568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88BFBE606C4E0182F37C6644EFC6F8">
    <w:name w:val="DD88BFBE606C4E0182F37C6644EFC6F8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F4A4AA168A44FC8DB5FEDA0B1B198F">
    <w:name w:val="FFF4A4AA168A44FC8DB5FEDA0B1B198F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7">
    <w:name w:val="25BCF722DB5640C29936FFFF088230E67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5">
    <w:name w:val="8DF73AC5A284435DA34D838B9387AF4425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5">
    <w:name w:val="20D0C1267F3044EFBD245FD8031B5DFF25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5">
    <w:name w:val="21DA5291F4044DFA881FB8EA00CB275125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6">
    <w:name w:val="EF41EF8C1E6548248252C677879DA3116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5">
    <w:name w:val="7E5166618E274EBD8F7078A6253F55025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2">
    <w:name w:val="3C7D1EC33CC948F78AFB85EA32A337BD12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2">
    <w:name w:val="E554A54960A94473980EC5E27F4B007312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1">
    <w:name w:val="64581DD84E0041B49CE5EA909514CC8411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0">
    <w:name w:val="61F18A0A31964443A3174BD9E24249CD10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9">
    <w:name w:val="62559DAE8E4947A0B4D85D311EBE66569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88BFBE606C4E0182F37C6644EFC6F81">
    <w:name w:val="DD88BFBE606C4E0182F37C6644EFC6F81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F4A4AA168A44FC8DB5FEDA0B1B198F1">
    <w:name w:val="FFF4A4AA168A44FC8DB5FEDA0B1B198F1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8">
    <w:name w:val="25BCF722DB5640C29936FFFF088230E68"/>
    <w:rsid w:val="007E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6">
    <w:name w:val="8DF73AC5A284435DA34D838B9387AF4426"/>
    <w:rsid w:val="00B8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6">
    <w:name w:val="20D0C1267F3044EFBD245FD8031B5DFF26"/>
    <w:rsid w:val="00B8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6">
    <w:name w:val="21DA5291F4044DFA881FB8EA00CB275126"/>
    <w:rsid w:val="00B8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7">
    <w:name w:val="EF41EF8C1E6548248252C677879DA3117"/>
    <w:rsid w:val="00B8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6">
    <w:name w:val="7E5166618E274EBD8F7078A6253F55026"/>
    <w:rsid w:val="00B8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3">
    <w:name w:val="3C7D1EC33CC948F78AFB85EA32A337BD13"/>
    <w:rsid w:val="00B8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3">
    <w:name w:val="E554A54960A94473980EC5E27F4B007313"/>
    <w:rsid w:val="00B8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2">
    <w:name w:val="64581DD84E0041B49CE5EA909514CC8412"/>
    <w:rsid w:val="00B8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1">
    <w:name w:val="61F18A0A31964443A3174BD9E24249CD11"/>
    <w:rsid w:val="00B8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0">
    <w:name w:val="62559DAE8E4947A0B4D85D311EBE665610"/>
    <w:rsid w:val="00B8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88BFBE606C4E0182F37C6644EFC6F82">
    <w:name w:val="DD88BFBE606C4E0182F37C6644EFC6F82"/>
    <w:rsid w:val="00B8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F4A4AA168A44FC8DB5FEDA0B1B198F2">
    <w:name w:val="FFF4A4AA168A44FC8DB5FEDA0B1B198F2"/>
    <w:rsid w:val="00B8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9">
    <w:name w:val="25BCF722DB5640C29936FFFF088230E69"/>
    <w:rsid w:val="00B8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1DAF27F181E4A3BBB17B1E1F8FAF129">
    <w:name w:val="E1DAF27F181E4A3BBB17B1E1F8FAF129"/>
    <w:rsid w:val="00B84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6AE8C-E8E3-4EA3-B712-CBF13DFC3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Razpis2016_predloga.dotx</Template>
  <TotalTime>0</TotalTime>
  <Pages>2</Pages>
  <Words>384</Words>
  <Characters>2421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Obr4 - kakovostni šport</vt:lpstr>
      <vt:lpstr>Obr3 - športna vzgoja otrok in mladine, usmerjena v kakovostni in vrhunski šport</vt:lpstr>
    </vt:vector>
  </TitlesOfParts>
  <Company/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Obr4 - kakovostni šport</dc:title>
  <dc:creator>Bogdan Potocnik</dc:creator>
  <cp:lastModifiedBy>Potocnik Bogdan, EE_DP1_AUT (MSF)</cp:lastModifiedBy>
  <cp:revision>7</cp:revision>
  <dcterms:created xsi:type="dcterms:W3CDTF">2017-01-28T18:33:00Z</dcterms:created>
  <dcterms:modified xsi:type="dcterms:W3CDTF">2018-01-17T11:49:00Z</dcterms:modified>
</cp:coreProperties>
</file>